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D3D" w:rsidRPr="00F24394" w:rsidRDefault="00982D3D" w:rsidP="000541A7">
      <w:pPr>
        <w:pStyle w:val="Heading1"/>
        <w:tabs>
          <w:tab w:val="left" w:pos="851"/>
        </w:tabs>
        <w:spacing w:before="0"/>
        <w:jc w:val="center"/>
        <w:rPr>
          <w:rFonts w:ascii="Times New Roman" w:hAnsi="Times New Roman" w:cs="Times New Roman"/>
          <w:color w:val="auto"/>
        </w:rPr>
      </w:pPr>
      <w:r w:rsidRPr="00F24394">
        <w:rPr>
          <w:rFonts w:ascii="Times New Roman" w:hAnsi="Times New Roman" w:cs="Times New Roman"/>
          <w:color w:val="auto"/>
        </w:rPr>
        <w:t>ХАНТЫ-МАНСИЙСКИЙ АВТОНОМНЫЙ ОКРУГ – ЮГРА</w:t>
      </w:r>
    </w:p>
    <w:p w:rsidR="00982D3D" w:rsidRDefault="00982D3D" w:rsidP="00B945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2D3D" w:rsidRPr="00A36FBF" w:rsidRDefault="00982D3D" w:rsidP="00B945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2D3D" w:rsidRPr="00F24394" w:rsidRDefault="00982D3D" w:rsidP="00B94572">
      <w:pPr>
        <w:pStyle w:val="Heading2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F24394">
        <w:rPr>
          <w:rFonts w:ascii="Times New Roman" w:hAnsi="Times New Roman" w:cs="Times New Roman"/>
          <w:color w:val="auto"/>
          <w:sz w:val="28"/>
          <w:szCs w:val="28"/>
        </w:rPr>
        <w:t>Г У Б Е Р Н А Т О Р</w:t>
      </w:r>
    </w:p>
    <w:p w:rsidR="00982D3D" w:rsidRDefault="00982D3D" w:rsidP="00B94572">
      <w:pPr>
        <w:pStyle w:val="Heading2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982D3D" w:rsidRPr="00F24394" w:rsidRDefault="00982D3D" w:rsidP="00B94572">
      <w:pPr>
        <w:pStyle w:val="Heading2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F24394">
        <w:rPr>
          <w:rFonts w:ascii="Times New Roman" w:hAnsi="Times New Roman" w:cs="Times New Roman"/>
          <w:color w:val="auto"/>
          <w:sz w:val="28"/>
          <w:szCs w:val="28"/>
        </w:rPr>
        <w:t>П О С Т А Н О В Л Е Н И Е</w:t>
      </w:r>
    </w:p>
    <w:p w:rsidR="00982D3D" w:rsidRDefault="00982D3D" w:rsidP="00B945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2D3D" w:rsidRPr="00F24394" w:rsidRDefault="00982D3D" w:rsidP="00B945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2D3D" w:rsidRPr="00292A4A" w:rsidRDefault="00982D3D" w:rsidP="0061148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92A4A">
        <w:rPr>
          <w:rFonts w:ascii="Times New Roman" w:hAnsi="Times New Roman" w:cs="Times New Roman"/>
          <w:sz w:val="28"/>
          <w:szCs w:val="28"/>
        </w:rPr>
        <w:t xml:space="preserve">от </w:t>
      </w:r>
      <w:r w:rsidRPr="00292A4A">
        <w:rPr>
          <w:rFonts w:ascii="Times New Roman" w:hAnsi="Times New Roman" w:cs="Times New Roman"/>
          <w:b/>
          <w:bCs/>
          <w:sz w:val="28"/>
          <w:szCs w:val="28"/>
        </w:rPr>
        <w:t>_________________</w:t>
      </w:r>
      <w:r w:rsidRPr="00292A4A">
        <w:rPr>
          <w:rFonts w:ascii="Times New Roman" w:hAnsi="Times New Roman" w:cs="Times New Roman"/>
          <w:sz w:val="28"/>
          <w:szCs w:val="28"/>
        </w:rPr>
        <w:t>№______</w:t>
      </w:r>
    </w:p>
    <w:p w:rsidR="00982D3D" w:rsidRPr="00292A4A" w:rsidRDefault="00982D3D" w:rsidP="00B62F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A4A">
        <w:rPr>
          <w:rFonts w:ascii="Times New Roman" w:hAnsi="Times New Roman" w:cs="Times New Roman"/>
          <w:sz w:val="24"/>
          <w:szCs w:val="24"/>
        </w:rPr>
        <w:t>Ханты-Мансийск</w:t>
      </w:r>
    </w:p>
    <w:p w:rsidR="00982D3D" w:rsidRPr="00292A4A" w:rsidRDefault="00982D3D" w:rsidP="00B62F51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982D3D" w:rsidRPr="00292A4A" w:rsidRDefault="00982D3D" w:rsidP="006F059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92A4A">
        <w:rPr>
          <w:rFonts w:ascii="Times New Roman" w:hAnsi="Times New Roman" w:cs="Times New Roman"/>
          <w:sz w:val="28"/>
          <w:szCs w:val="28"/>
        </w:rPr>
        <w:t>О награждении и присвоении</w:t>
      </w:r>
    </w:p>
    <w:p w:rsidR="00982D3D" w:rsidRPr="00292A4A" w:rsidRDefault="00982D3D" w:rsidP="006F059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92A4A">
        <w:rPr>
          <w:rFonts w:ascii="Times New Roman" w:hAnsi="Times New Roman" w:cs="Times New Roman"/>
          <w:sz w:val="28"/>
          <w:szCs w:val="28"/>
        </w:rPr>
        <w:t>почетных званий Ханты-Мансийского</w:t>
      </w:r>
    </w:p>
    <w:p w:rsidR="00982D3D" w:rsidRPr="00292A4A" w:rsidRDefault="00982D3D" w:rsidP="006F059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92A4A">
        <w:rPr>
          <w:rFonts w:ascii="Times New Roman" w:hAnsi="Times New Roman" w:cs="Times New Roman"/>
          <w:sz w:val="28"/>
          <w:szCs w:val="28"/>
        </w:rPr>
        <w:t>автономного округа – Югры</w:t>
      </w:r>
    </w:p>
    <w:p w:rsidR="00982D3D" w:rsidRDefault="00982D3D" w:rsidP="00B900DF">
      <w:pPr>
        <w:spacing w:after="0" w:line="240" w:lineRule="auto"/>
        <w:ind w:right="-142"/>
        <w:rPr>
          <w:rFonts w:ascii="Times New Roman" w:hAnsi="Times New Roman" w:cs="Times New Roman"/>
          <w:sz w:val="16"/>
          <w:szCs w:val="16"/>
        </w:rPr>
      </w:pPr>
    </w:p>
    <w:p w:rsidR="00982D3D" w:rsidRPr="00A36FBF" w:rsidRDefault="00982D3D" w:rsidP="00B900DF">
      <w:pPr>
        <w:spacing w:after="0" w:line="240" w:lineRule="auto"/>
        <w:ind w:right="-142"/>
        <w:rPr>
          <w:rFonts w:ascii="Times New Roman" w:hAnsi="Times New Roman" w:cs="Times New Roman"/>
          <w:sz w:val="16"/>
          <w:szCs w:val="16"/>
        </w:rPr>
      </w:pPr>
    </w:p>
    <w:p w:rsidR="00982D3D" w:rsidRDefault="00982D3D" w:rsidP="00B900D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r w:rsidRPr="00B900DF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Законом Ханты-Мансийского автономного округа – Югры от 6 мая 2005 года № 37-оз «О наградах и почетных званиях Ханты-Мансийского автономного округа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B900DF">
        <w:rPr>
          <w:rFonts w:ascii="Times New Roman" w:hAnsi="Times New Roman" w:cs="Times New Roman"/>
          <w:color w:val="000000"/>
          <w:sz w:val="28"/>
          <w:szCs w:val="28"/>
        </w:rPr>
        <w:t xml:space="preserve"> Югры»</w:t>
      </w:r>
      <w:r>
        <w:rPr>
          <w:rFonts w:ascii="Times New Roman" w:hAnsi="Times New Roman" w:cs="Times New Roman"/>
          <w:color w:val="000000"/>
          <w:sz w:val="28"/>
          <w:szCs w:val="28"/>
        </w:rPr>
        <w:t>, учитывая решение К</w:t>
      </w:r>
      <w:r w:rsidRPr="00B900DF"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миссии при Губернаторе Ханты-Мансийского автономного округа – Югры по наградам </w:t>
      </w:r>
      <w:r w:rsidRPr="00B900DF">
        <w:rPr>
          <w:rFonts w:ascii="Times New Roman" w:hAnsi="Times New Roman" w:cs="Times New Roman"/>
          <w:color w:val="000000"/>
          <w:sz w:val="28"/>
          <w:szCs w:val="28"/>
        </w:rPr>
        <w:t xml:space="preserve">(протокол </w:t>
      </w:r>
      <w:r w:rsidRPr="00B17B25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 w:cs="Times New Roman"/>
          <w:color w:val="000000"/>
          <w:sz w:val="28"/>
          <w:szCs w:val="28"/>
        </w:rPr>
        <w:t>24 июля2013</w:t>
      </w:r>
      <w:r w:rsidRPr="00B17B25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 15)</w:t>
      </w:r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6732F1">
        <w:rPr>
          <w:rFonts w:ascii="Times New Roman" w:hAnsi="Times New Roman" w:cs="Times New Roman"/>
          <w:b/>
          <w:bCs/>
          <w:sz w:val="28"/>
          <w:szCs w:val="28"/>
        </w:rPr>
        <w:t>постановляю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982D3D" w:rsidRDefault="00982D3D" w:rsidP="00F61CF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2D3D" w:rsidRPr="00F61CFA" w:rsidRDefault="00982D3D" w:rsidP="00F61CFA">
      <w:pPr>
        <w:pStyle w:val="ListParagraph"/>
        <w:numPr>
          <w:ilvl w:val="0"/>
          <w:numId w:val="2"/>
        </w:numPr>
        <w:tabs>
          <w:tab w:val="left" w:pos="426"/>
          <w:tab w:val="left" w:pos="851"/>
        </w:tabs>
        <w:spacing w:after="0" w:line="240" w:lineRule="auto"/>
        <w:ind w:hanging="153"/>
        <w:jc w:val="both"/>
        <w:rPr>
          <w:rFonts w:ascii="Times New Roman" w:hAnsi="Times New Roman" w:cs="Times New Roman"/>
          <w:sz w:val="28"/>
          <w:szCs w:val="28"/>
        </w:rPr>
      </w:pPr>
      <w:r w:rsidRPr="009B1D3A">
        <w:rPr>
          <w:rFonts w:ascii="Times New Roman" w:hAnsi="Times New Roman" w:cs="Times New Roman"/>
          <w:sz w:val="28"/>
          <w:szCs w:val="28"/>
        </w:rPr>
        <w:t>Наградить:</w:t>
      </w:r>
    </w:p>
    <w:p w:rsidR="00982D3D" w:rsidRPr="00F61CFA" w:rsidRDefault="00982D3D" w:rsidP="00F61CFA">
      <w:pPr>
        <w:pStyle w:val="ListParagraph"/>
        <w:numPr>
          <w:ilvl w:val="1"/>
          <w:numId w:val="1"/>
        </w:numPr>
        <w:tabs>
          <w:tab w:val="left" w:pos="426"/>
          <w:tab w:val="left" w:pos="851"/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1CFA">
        <w:rPr>
          <w:rFonts w:ascii="Times New Roman" w:hAnsi="Times New Roman" w:cs="Times New Roman"/>
          <w:sz w:val="28"/>
          <w:szCs w:val="28"/>
        </w:rPr>
        <w:t xml:space="preserve">Медалью «Материнская слава» Трошкину Галину   Пантелеевну – многодетную мать, воспитавшую пятерых детей (Сургутский район). </w:t>
      </w:r>
    </w:p>
    <w:p w:rsidR="00982D3D" w:rsidRPr="00F61CFA" w:rsidRDefault="00982D3D" w:rsidP="00F61CFA">
      <w:pPr>
        <w:pStyle w:val="ListParagraph"/>
        <w:numPr>
          <w:ilvl w:val="1"/>
          <w:numId w:val="1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1CFA">
        <w:rPr>
          <w:rFonts w:ascii="Times New Roman" w:hAnsi="Times New Roman" w:cs="Times New Roman"/>
          <w:sz w:val="28"/>
          <w:szCs w:val="28"/>
        </w:rPr>
        <w:t>Почетной грамотой Губернатора Ханты-Мансийского автономного округа – Югры:</w:t>
      </w:r>
    </w:p>
    <w:p w:rsidR="00982D3D" w:rsidRPr="00F61CFA" w:rsidRDefault="00982D3D" w:rsidP="00F61CFA">
      <w:p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1CFA">
        <w:rPr>
          <w:rFonts w:ascii="Times New Roman" w:hAnsi="Times New Roman" w:cs="Times New Roman"/>
          <w:sz w:val="28"/>
          <w:szCs w:val="28"/>
        </w:rPr>
        <w:t>Богданову Людмилу Сергеевну – ведущего специалиста производственно-технического отдела закрытого акционерного общества «Самотлорнефтеотдача» за особые заслуги в содействии проведению экономической политики Ханты-Мансийского автономного округа – Югры (г.Нижневартовск),</w:t>
      </w:r>
    </w:p>
    <w:p w:rsidR="00982D3D" w:rsidRPr="00F61CFA" w:rsidRDefault="00982D3D" w:rsidP="00F61CFA">
      <w:p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1CFA">
        <w:rPr>
          <w:rFonts w:ascii="Times New Roman" w:hAnsi="Times New Roman" w:cs="Times New Roman"/>
          <w:sz w:val="28"/>
          <w:szCs w:val="28"/>
        </w:rPr>
        <w:t>Петришину Анжелику Александровну – главного специалиста отдела развития спорта высших достижений управления государственной политики в области физической культуры и спорта Департамента физической культуры и спорта Ханты-Мансийского автономного округа – Югры за особые заслуги в содействии развитию физической культуры и спорта на территории Ханты-Мансийского автономного округа – Югры (г.Ханты-Мансийск),</w:t>
      </w:r>
    </w:p>
    <w:p w:rsidR="00982D3D" w:rsidRPr="00F61CFA" w:rsidRDefault="00982D3D" w:rsidP="00F61CFA">
      <w:p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1CFA">
        <w:rPr>
          <w:rFonts w:ascii="Times New Roman" w:hAnsi="Times New Roman" w:cs="Times New Roman"/>
          <w:sz w:val="28"/>
          <w:szCs w:val="28"/>
        </w:rPr>
        <w:t xml:space="preserve">Попова Александра Викторовича – нотариуса нотариального округа город Нижневартовск Ханты-Мансийского автономного округа – Югры за особые заслуги в содействии осуществлению мер по обеспечению прав и свобод граждан (г.Нижневартовск). </w:t>
      </w:r>
    </w:p>
    <w:p w:rsidR="00982D3D" w:rsidRPr="00F61CFA" w:rsidRDefault="00982D3D" w:rsidP="00F61CFA">
      <w:pPr>
        <w:pStyle w:val="ListParagraph"/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1CFA">
        <w:rPr>
          <w:rFonts w:ascii="Times New Roman" w:hAnsi="Times New Roman" w:cs="Times New Roman"/>
          <w:sz w:val="28"/>
          <w:szCs w:val="28"/>
        </w:rPr>
        <w:t>Объявить БлагодарностьГубернатора Ханты-Мансийского автономного округа – Югры:</w:t>
      </w:r>
    </w:p>
    <w:p w:rsidR="00982D3D" w:rsidRPr="00F61CFA" w:rsidRDefault="00982D3D" w:rsidP="00F61CFA">
      <w:pPr>
        <w:tabs>
          <w:tab w:val="left" w:pos="0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1CFA">
        <w:rPr>
          <w:rFonts w:ascii="Times New Roman" w:hAnsi="Times New Roman" w:cs="Times New Roman"/>
          <w:sz w:val="28"/>
          <w:szCs w:val="28"/>
        </w:rPr>
        <w:tab/>
        <w:t>Боровикову Николаю Николаевичу – монтажнику по монтажу стальных и железобетонных конструкций территориальной фирмы «Мостоотряд–29» открытого акционерного общества «Мостострой-11» за заслуги в содействии проведению социально-экономической политики Ханты-Мансийского автономного округа – Югры (г.Сургут),</w:t>
      </w:r>
    </w:p>
    <w:p w:rsidR="00982D3D" w:rsidRPr="00F61CFA" w:rsidRDefault="00982D3D" w:rsidP="00F61CFA">
      <w:pPr>
        <w:tabs>
          <w:tab w:val="left" w:pos="0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1CFA">
        <w:rPr>
          <w:rFonts w:ascii="Times New Roman" w:hAnsi="Times New Roman" w:cs="Times New Roman"/>
          <w:sz w:val="28"/>
          <w:szCs w:val="28"/>
        </w:rPr>
        <w:tab/>
        <w:t>ГарфутдиновуФидануФакиловичу – машинисту погрузчика транспортного участка открытого акционерного общества «Строительно-промышленный комбинат» за заслуги в содействии проведению социально-экономической политики Ханты-Мансийского автономного округа – Югры (г.Нижневартовск),</w:t>
      </w:r>
    </w:p>
    <w:p w:rsidR="00982D3D" w:rsidRPr="00F61CFA" w:rsidRDefault="00982D3D" w:rsidP="00F61CFA">
      <w:pPr>
        <w:tabs>
          <w:tab w:val="left" w:pos="0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1CFA">
        <w:rPr>
          <w:rFonts w:ascii="Times New Roman" w:hAnsi="Times New Roman" w:cs="Times New Roman"/>
          <w:sz w:val="28"/>
          <w:szCs w:val="28"/>
        </w:rPr>
        <w:tab/>
        <w:t>Ефимову Леониду Алексеевичу – заместителю главы администрации Кондинского района за заслуги в содействии проведению социально-экономической политики Ханты-Мансийского автономного округа – Югры (Кондинский район),</w:t>
      </w:r>
    </w:p>
    <w:p w:rsidR="00982D3D" w:rsidRPr="00F61CFA" w:rsidRDefault="00982D3D" w:rsidP="00F61CFA">
      <w:pPr>
        <w:tabs>
          <w:tab w:val="left" w:pos="0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1CFA">
        <w:rPr>
          <w:rFonts w:ascii="Times New Roman" w:hAnsi="Times New Roman" w:cs="Times New Roman"/>
          <w:sz w:val="28"/>
          <w:szCs w:val="28"/>
        </w:rPr>
        <w:tab/>
        <w:t>Карпенко Вере Ивановне – заместителю директора филиала № 7 государственного учреждения – регионального отделения Фонда социального страхования Российской Федерации по Ханты-Мансийскому автономному округу – Югре за заслуги в содействии проведению социально-экономической политики Ханты-Мансийского автономного округа – Югры (г.Нягань),</w:t>
      </w:r>
    </w:p>
    <w:p w:rsidR="00982D3D" w:rsidRPr="00F61CFA" w:rsidRDefault="00982D3D" w:rsidP="00F61CFA">
      <w:pPr>
        <w:tabs>
          <w:tab w:val="left" w:pos="0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1CFA">
        <w:rPr>
          <w:rFonts w:ascii="Times New Roman" w:hAnsi="Times New Roman" w:cs="Times New Roman"/>
          <w:sz w:val="28"/>
          <w:szCs w:val="28"/>
        </w:rPr>
        <w:tab/>
        <w:t>Кельму Сергею Александровичу – главному энергетику открытого акционерного общества «Строительно-промышленный комбинат» за заслуги в содействии проведению социально-экономической политики Ханты-Мансийского автономного округа – Югры (г.Нижневартовск),</w:t>
      </w:r>
    </w:p>
    <w:p w:rsidR="00982D3D" w:rsidRPr="00F61CFA" w:rsidRDefault="00982D3D" w:rsidP="00F61CFA">
      <w:pPr>
        <w:tabs>
          <w:tab w:val="left" w:pos="0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1CFA">
        <w:rPr>
          <w:rFonts w:ascii="Times New Roman" w:hAnsi="Times New Roman" w:cs="Times New Roman"/>
          <w:sz w:val="28"/>
          <w:szCs w:val="28"/>
        </w:rPr>
        <w:tab/>
        <w:t>Кияшко Любови Николаевне – начальнику административно-хозяйственного отдела службы по управлению имуществом и строительством открытого акционерного общества «Аэропорт Сургут» Тюменского межрегионального территориального управления воздушного транспорта за заслуги в содействии проведению социально-экономической политики Ханты-Мансийского автономного округа – Югры (г.Сургут),</w:t>
      </w:r>
    </w:p>
    <w:p w:rsidR="00982D3D" w:rsidRPr="00F61CFA" w:rsidRDefault="00982D3D" w:rsidP="00F61CFA">
      <w:pPr>
        <w:tabs>
          <w:tab w:val="left" w:pos="0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1CFA">
        <w:rPr>
          <w:rFonts w:ascii="Times New Roman" w:hAnsi="Times New Roman" w:cs="Times New Roman"/>
          <w:sz w:val="28"/>
          <w:szCs w:val="28"/>
        </w:rPr>
        <w:tab/>
        <w:t>Кривицкой Лилии Валерьевне – начальнику отдела кадров открытого акционерного общества «Мостоотряд–69» за заслуги в содействии проведению социально-экономической политики Ханты-Мансийского автономного округа – Югры (г.Нижневартовск),</w:t>
      </w:r>
    </w:p>
    <w:p w:rsidR="00982D3D" w:rsidRPr="00F61CFA" w:rsidRDefault="00982D3D" w:rsidP="00F61CFA">
      <w:pPr>
        <w:tabs>
          <w:tab w:val="left" w:pos="0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1CF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F61CFA">
        <w:rPr>
          <w:rFonts w:ascii="Times New Roman" w:hAnsi="Times New Roman" w:cs="Times New Roman"/>
          <w:sz w:val="28"/>
          <w:szCs w:val="28"/>
        </w:rPr>
        <w:t>Курмину Геннадию Георгиевичу – оператору по химической обработке скважин закрытого акционерного общества «Самотлорнефтеотдача» за заслуги в содействии проведению социально-экономической политики Ханты-Мансийского автономного округа – Югры (г.Нижневартовск),</w:t>
      </w:r>
    </w:p>
    <w:p w:rsidR="00982D3D" w:rsidRPr="00F61CFA" w:rsidRDefault="00982D3D" w:rsidP="00F61CFA">
      <w:pPr>
        <w:tabs>
          <w:tab w:val="left" w:pos="0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1CFA">
        <w:rPr>
          <w:rFonts w:ascii="Times New Roman" w:hAnsi="Times New Roman" w:cs="Times New Roman"/>
          <w:sz w:val="28"/>
          <w:szCs w:val="28"/>
        </w:rPr>
        <w:tab/>
        <w:t>Лызловой Галине Мидхатовне – начальнику отдела по капитальному строительству общества с ограниченной ответственностью «Обьстрой» за заслуги в содействии проведению социально-экономической политики Ханты-Мансийского автономного округа – Югры (г.Нефтеюганск),</w:t>
      </w:r>
    </w:p>
    <w:p w:rsidR="00982D3D" w:rsidRPr="00F61CFA" w:rsidRDefault="00982D3D" w:rsidP="00F61CFA">
      <w:pPr>
        <w:tabs>
          <w:tab w:val="left" w:pos="0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1CFA">
        <w:rPr>
          <w:rFonts w:ascii="Times New Roman" w:hAnsi="Times New Roman" w:cs="Times New Roman"/>
          <w:sz w:val="28"/>
          <w:szCs w:val="28"/>
        </w:rPr>
        <w:tab/>
        <w:t xml:space="preserve">Маловой Ирине Александровне – нотариусу нотариального округа город Сургут Ханты-Мансийского автономного округа – Югры </w:t>
      </w:r>
      <w:r w:rsidRPr="00F61CFA">
        <w:rPr>
          <w:rFonts w:ascii="Times New Roman" w:hAnsi="Times New Roman" w:cs="Times New Roman"/>
          <w:sz w:val="28"/>
          <w:szCs w:val="28"/>
          <w:lang w:eastAsia="en-US"/>
        </w:rPr>
        <w:t xml:space="preserve">за профессиональные успехи, заслужившие широкую известность и авторитет в Ханты-Мансийском автономном округе – Югре </w:t>
      </w:r>
      <w:r w:rsidRPr="00F61CFA">
        <w:rPr>
          <w:rFonts w:ascii="Times New Roman" w:hAnsi="Times New Roman" w:cs="Times New Roman"/>
          <w:sz w:val="28"/>
          <w:szCs w:val="28"/>
        </w:rPr>
        <w:t>(г.Сургут),</w:t>
      </w:r>
    </w:p>
    <w:p w:rsidR="00982D3D" w:rsidRPr="00F61CFA" w:rsidRDefault="00982D3D" w:rsidP="00F61CFA">
      <w:pPr>
        <w:tabs>
          <w:tab w:val="left" w:pos="0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1CFA">
        <w:rPr>
          <w:rFonts w:ascii="Times New Roman" w:hAnsi="Times New Roman" w:cs="Times New Roman"/>
          <w:sz w:val="28"/>
          <w:szCs w:val="28"/>
        </w:rPr>
        <w:tab/>
        <w:t>Смирнову Андрею Владимировичу – водителю автомобиля общества с ограниченной ответственностью «Сибдорстрой» за заслуги в содействии проведению социально-экономической политики Ханты-Мансийского автономного округа – Югры (г.Лангепас),</w:t>
      </w:r>
    </w:p>
    <w:p w:rsidR="00982D3D" w:rsidRPr="00F61CFA" w:rsidRDefault="00982D3D" w:rsidP="00F61CFA">
      <w:pPr>
        <w:tabs>
          <w:tab w:val="left" w:pos="0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1CFA">
        <w:rPr>
          <w:rFonts w:ascii="Times New Roman" w:hAnsi="Times New Roman" w:cs="Times New Roman"/>
          <w:sz w:val="28"/>
          <w:szCs w:val="28"/>
        </w:rPr>
        <w:tab/>
        <w:t>Сторожуку Николаю Каллиниковичу – генеральному директору закрытого акционерного общества «Сибпромстрой» за заслуги в содействии проведению социально-экономической политики Ханты-Мансийского автономного округа – Югры (г.Сургут),</w:t>
      </w:r>
    </w:p>
    <w:p w:rsidR="00982D3D" w:rsidRPr="00F61CFA" w:rsidRDefault="00982D3D" w:rsidP="00F61CFA">
      <w:pPr>
        <w:tabs>
          <w:tab w:val="left" w:pos="0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1CFA">
        <w:rPr>
          <w:rFonts w:ascii="Times New Roman" w:hAnsi="Times New Roman" w:cs="Times New Roman"/>
          <w:sz w:val="28"/>
          <w:szCs w:val="28"/>
        </w:rPr>
        <w:tab/>
        <w:t>Хусаинову ФагимуУсмановичу – заместителю директора территориальной фирмы «Мостоотряд–80» открытого акционерного общества «Мостострой–11» за заслуги в содействии проведению социально-экономической политики Ханты-Мансийского автономного округа – Югры (г.Сургут),</w:t>
      </w:r>
    </w:p>
    <w:p w:rsidR="00982D3D" w:rsidRPr="00F61CFA" w:rsidRDefault="00982D3D" w:rsidP="00F61CFA">
      <w:pPr>
        <w:tabs>
          <w:tab w:val="left" w:pos="0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1CFA">
        <w:rPr>
          <w:rFonts w:ascii="Times New Roman" w:hAnsi="Times New Roman" w:cs="Times New Roman"/>
          <w:sz w:val="28"/>
          <w:szCs w:val="28"/>
        </w:rPr>
        <w:tab/>
        <w:t>Ягудину НабиуллеМавлетовичу – главному инженеру, первому заместителю директора филиала в городе Белоярский общества с ограниченной ответственностью Строительный холдинг «Север-Строй Инвест» за заслуги в содействии проведению социально-экономической политики Ханты-Мансийского автономного округа – Югры (Белоярский район),</w:t>
      </w:r>
    </w:p>
    <w:p w:rsidR="00982D3D" w:rsidRPr="00F61CFA" w:rsidRDefault="00982D3D" w:rsidP="00F61CFA">
      <w:pPr>
        <w:tabs>
          <w:tab w:val="left" w:pos="0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1CFA">
        <w:rPr>
          <w:rFonts w:ascii="Times New Roman" w:hAnsi="Times New Roman" w:cs="Times New Roman"/>
          <w:sz w:val="28"/>
          <w:szCs w:val="28"/>
        </w:rPr>
        <w:tab/>
        <w:t xml:space="preserve">Ярославлеву Николаю Васильевичу – электромонтеру по обслуживанию электроустановок оперативно-ремонтной группы узла электротехнического обеспечения полетов службы электро-светотехнического обеспечения полетов открытого акционерного общества «Аэропорт Сургут» Тюменского межрегионального территориального управления воздушного транспорта за заслуги в содействии проведению социально-экономической политики Ханты-Мансийского автономного округа – Югры (г.Сургут). </w:t>
      </w:r>
    </w:p>
    <w:p w:rsidR="00982D3D" w:rsidRPr="00212501" w:rsidRDefault="00982D3D" w:rsidP="00212501">
      <w:pPr>
        <w:pStyle w:val="ListParagraph"/>
        <w:numPr>
          <w:ilvl w:val="0"/>
          <w:numId w:val="1"/>
        </w:numPr>
        <w:tabs>
          <w:tab w:val="left" w:pos="0"/>
          <w:tab w:val="left" w:pos="567"/>
          <w:tab w:val="left" w:pos="993"/>
        </w:tabs>
        <w:spacing w:after="0" w:line="240" w:lineRule="auto"/>
        <w:ind w:hanging="78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2501">
        <w:rPr>
          <w:rFonts w:ascii="Times New Roman" w:hAnsi="Times New Roman" w:cs="Times New Roman"/>
          <w:sz w:val="28"/>
          <w:szCs w:val="28"/>
        </w:rPr>
        <w:t>Присвоить почетные звания:</w:t>
      </w:r>
    </w:p>
    <w:p w:rsidR="00982D3D" w:rsidRPr="00F61CFA" w:rsidRDefault="00982D3D" w:rsidP="00F61CFA">
      <w:pPr>
        <w:pStyle w:val="ListParagraph"/>
        <w:numPr>
          <w:ilvl w:val="1"/>
          <w:numId w:val="1"/>
        </w:numPr>
        <w:tabs>
          <w:tab w:val="left" w:pos="0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1CFA">
        <w:rPr>
          <w:rFonts w:ascii="Times New Roman" w:hAnsi="Times New Roman" w:cs="Times New Roman"/>
          <w:sz w:val="28"/>
          <w:szCs w:val="28"/>
        </w:rPr>
        <w:t>«Лауреат премии Ханты-Мансийского автономного округа – Югры «За выдающийся вклад в социально-экономическое развитие автономного округа» Романову Александру Михайловичу – машинисту технологических компрессоров комплекса облагораживания моторных топлив компрессорного отделения производства № 2 (моторных топлив) филиала Завод по стабилизации конденсата имени В.С.Черномырдина общества с ограниченной ответственностью «Газпром переработка» за большой вклад в развитие социально-экономического и производственного потенциала автономного округа (г.Сургут).</w:t>
      </w:r>
    </w:p>
    <w:p w:rsidR="00982D3D" w:rsidRPr="00F61CFA" w:rsidRDefault="00982D3D" w:rsidP="00F61CFA">
      <w:pPr>
        <w:pStyle w:val="ListParagraph"/>
        <w:numPr>
          <w:ilvl w:val="1"/>
          <w:numId w:val="1"/>
        </w:numPr>
        <w:tabs>
          <w:tab w:val="left" w:pos="0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1CFA">
        <w:rPr>
          <w:rFonts w:ascii="Times New Roman" w:hAnsi="Times New Roman" w:cs="Times New Roman"/>
          <w:sz w:val="28"/>
          <w:szCs w:val="28"/>
        </w:rPr>
        <w:t>«Заслуженный геолог Ханты-Мансийского автономного округа – Югры»:</w:t>
      </w:r>
    </w:p>
    <w:p w:rsidR="00982D3D" w:rsidRPr="00F61CFA" w:rsidRDefault="00982D3D" w:rsidP="00F61CFA">
      <w:pPr>
        <w:tabs>
          <w:tab w:val="left" w:pos="0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1CFA">
        <w:rPr>
          <w:rFonts w:ascii="Times New Roman" w:hAnsi="Times New Roman" w:cs="Times New Roman"/>
          <w:sz w:val="28"/>
          <w:szCs w:val="28"/>
        </w:rPr>
        <w:tab/>
        <w:t>Качкину Андрею Александровичу – начальнику отдела планирования геологоразведочных работ общества с ограниченной ответственностью «ЛУКОЙЛ-Западная Сибирь» за заслуги в развитии геологоразведочного производства (г.Когалым),</w:t>
      </w:r>
    </w:p>
    <w:p w:rsidR="00982D3D" w:rsidRPr="00F61CFA" w:rsidRDefault="00982D3D" w:rsidP="00F61CFA">
      <w:pPr>
        <w:tabs>
          <w:tab w:val="left" w:pos="0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1CFA">
        <w:rPr>
          <w:rFonts w:ascii="Times New Roman" w:hAnsi="Times New Roman" w:cs="Times New Roman"/>
          <w:sz w:val="28"/>
          <w:szCs w:val="28"/>
        </w:rPr>
        <w:tab/>
        <w:t>Ларионову Дмитрию Александровичу – начальнику геологического отдела территориально-производственного предприятия «Повхнефтегаз» общества с ограниченной ответственностью «ЛУКОЙЛ-Западная Сибирь» за заслуги в развитии геологоразведочного производства, подготовке кадров (г.Когалым).</w:t>
      </w:r>
    </w:p>
    <w:p w:rsidR="00982D3D" w:rsidRPr="00F61CFA" w:rsidRDefault="00982D3D" w:rsidP="00F61CFA">
      <w:pPr>
        <w:pStyle w:val="ListParagraph"/>
        <w:numPr>
          <w:ilvl w:val="1"/>
          <w:numId w:val="1"/>
        </w:numPr>
        <w:tabs>
          <w:tab w:val="left" w:pos="0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1CFA">
        <w:rPr>
          <w:rFonts w:ascii="Times New Roman" w:hAnsi="Times New Roman" w:cs="Times New Roman"/>
          <w:sz w:val="28"/>
          <w:szCs w:val="28"/>
        </w:rPr>
        <w:t>«Заслуженный деятель культуры Ханты-Мансийского автономного округа – Югры»:</w:t>
      </w:r>
    </w:p>
    <w:p w:rsidR="00982D3D" w:rsidRPr="00F61CFA" w:rsidRDefault="00982D3D" w:rsidP="00F61CFA">
      <w:pPr>
        <w:tabs>
          <w:tab w:val="left" w:pos="0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1CFA">
        <w:rPr>
          <w:rFonts w:ascii="Times New Roman" w:hAnsi="Times New Roman" w:cs="Times New Roman"/>
          <w:sz w:val="28"/>
          <w:szCs w:val="28"/>
        </w:rPr>
        <w:tab/>
        <w:t>Антуфьевой Людмиле Александровне – руководителю клубного формирования (хор народной песни «Родники») Лангепасского городского муниципального автономного учреждения «Центр культуры «Нефтяник» за заслуги в развитии культуры (г.Лангепас),</w:t>
      </w:r>
    </w:p>
    <w:p w:rsidR="00982D3D" w:rsidRPr="00F61CFA" w:rsidRDefault="00982D3D" w:rsidP="00F61CFA">
      <w:pPr>
        <w:tabs>
          <w:tab w:val="left" w:pos="0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1CFA">
        <w:rPr>
          <w:rFonts w:ascii="Times New Roman" w:hAnsi="Times New Roman" w:cs="Times New Roman"/>
          <w:sz w:val="28"/>
          <w:szCs w:val="28"/>
        </w:rPr>
        <w:t>Крыловой Галине Владиславовне – начальнику управления культуры и молодежной политики администрации Кондинского района за заслуги в развитии культуры (Кондинский район),</w:t>
      </w:r>
    </w:p>
    <w:p w:rsidR="00982D3D" w:rsidRPr="00F61CFA" w:rsidRDefault="00982D3D" w:rsidP="00F61CFA">
      <w:pPr>
        <w:tabs>
          <w:tab w:val="left" w:pos="0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1CFA">
        <w:rPr>
          <w:rFonts w:ascii="Times New Roman" w:hAnsi="Times New Roman" w:cs="Times New Roman"/>
          <w:sz w:val="28"/>
          <w:szCs w:val="28"/>
        </w:rPr>
        <w:tab/>
        <w:t xml:space="preserve">Чукоминой Ирине Николаевне – начальнику отдела выпуска программ автономного учреждения Ханты-Мансийского автономного округа – Югры «Окружная телерадиокомпания «Югра» за заслуги в развитии культуры (г.Ханты-Мансийск). </w:t>
      </w:r>
    </w:p>
    <w:p w:rsidR="00982D3D" w:rsidRPr="00F61CFA" w:rsidRDefault="00982D3D" w:rsidP="00F61CFA">
      <w:pPr>
        <w:pStyle w:val="ListParagraph"/>
        <w:numPr>
          <w:ilvl w:val="1"/>
          <w:numId w:val="1"/>
        </w:numPr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1CFA">
        <w:rPr>
          <w:rFonts w:ascii="Times New Roman" w:hAnsi="Times New Roman" w:cs="Times New Roman"/>
          <w:sz w:val="28"/>
          <w:szCs w:val="28"/>
        </w:rPr>
        <w:t xml:space="preserve">«Заслуженный деятель физической культуры и спорта Ханты-Мансийского автономного округа – Югры» Кайгородову Сергею Егоровичу – начальнику отдела игровых и гимнастических видов спорта управления спортивных мероприятий автономного учреждения Ханты-Мансийского автономного округа – Югры «ЮграМегаСпорт», председателю общественной организации «Ханты-Мансийская городская федерация волейбола» за заслуги в развитии физической культуры и спорта, организационно-методической, учебно-тренировочной деятельности, совершенствовании физического воспитания населения (г.Ханты-Мансийск). </w:t>
      </w:r>
    </w:p>
    <w:p w:rsidR="00982D3D" w:rsidRPr="00F61CFA" w:rsidRDefault="00982D3D" w:rsidP="00212501">
      <w:pPr>
        <w:pStyle w:val="ListParagraph"/>
        <w:numPr>
          <w:ilvl w:val="1"/>
          <w:numId w:val="1"/>
        </w:numPr>
        <w:tabs>
          <w:tab w:val="left" w:pos="142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61CFA">
        <w:rPr>
          <w:rFonts w:ascii="Times New Roman" w:hAnsi="Times New Roman" w:cs="Times New Roman"/>
          <w:sz w:val="28"/>
          <w:szCs w:val="28"/>
        </w:rPr>
        <w:t xml:space="preserve"> «Заслуженный работник нефтегазодобывающей промышленности Ханты-Мансийского автономного округа – Югры»:</w:t>
      </w:r>
    </w:p>
    <w:p w:rsidR="00982D3D" w:rsidRPr="00F61CFA" w:rsidRDefault="00982D3D" w:rsidP="00F61CFA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1CFA">
        <w:rPr>
          <w:rFonts w:ascii="Times New Roman" w:hAnsi="Times New Roman" w:cs="Times New Roman"/>
          <w:sz w:val="28"/>
          <w:szCs w:val="28"/>
        </w:rPr>
        <w:tab/>
        <w:t>Зубкову Александру Валентиновичу – механику блока извлечения изопентана и установки получения пропана производства № 1 (первичных процессов) филиала Завод по стабилизации конденсата имени В.С.Черномырдина общества с ограниченной ответственностью «Газпром переработка» за заслуги в добыче газа (г.Сургут),</w:t>
      </w:r>
    </w:p>
    <w:p w:rsidR="00982D3D" w:rsidRPr="00F61CFA" w:rsidRDefault="00982D3D" w:rsidP="00F61CFA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1CFA">
        <w:rPr>
          <w:rFonts w:ascii="Times New Roman" w:hAnsi="Times New Roman" w:cs="Times New Roman"/>
          <w:sz w:val="28"/>
          <w:szCs w:val="28"/>
        </w:rPr>
        <w:tab/>
        <w:t>ЛатыповуАзатуСаляхатиновичу – бурильщику капитального ремонта скважин закрытого акционерного общества «Самотлорнефтеотдача» за заслуги в освоении нефтяных ме</w:t>
      </w:r>
      <w:r>
        <w:rPr>
          <w:rFonts w:ascii="Times New Roman" w:hAnsi="Times New Roman" w:cs="Times New Roman"/>
          <w:sz w:val="28"/>
          <w:szCs w:val="28"/>
        </w:rPr>
        <w:t xml:space="preserve">сторождений </w:t>
      </w:r>
      <w:r w:rsidRPr="00F61CFA">
        <w:rPr>
          <w:rFonts w:ascii="Times New Roman" w:hAnsi="Times New Roman" w:cs="Times New Roman"/>
          <w:sz w:val="28"/>
          <w:szCs w:val="28"/>
        </w:rPr>
        <w:t>(г.Нижневартовск),</w:t>
      </w:r>
    </w:p>
    <w:p w:rsidR="00982D3D" w:rsidRPr="00F61CFA" w:rsidRDefault="00982D3D" w:rsidP="00F61CFA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1CFA">
        <w:rPr>
          <w:rFonts w:ascii="Times New Roman" w:hAnsi="Times New Roman" w:cs="Times New Roman"/>
          <w:sz w:val="28"/>
          <w:szCs w:val="28"/>
        </w:rPr>
        <w:tab/>
        <w:t>Свистуну Роману Павловичу – заместителю начальника производства № 2 (моторных топлив) филиала Завод по стабилизации конденсата имени В.С.Черномырдина общества с ограниченной ответственностью «Газпром переработка» за заслуги в добыче и переработке газа (г.Сургут),</w:t>
      </w:r>
    </w:p>
    <w:p w:rsidR="00982D3D" w:rsidRPr="00F61CFA" w:rsidRDefault="00982D3D" w:rsidP="00F61CFA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1CFA">
        <w:rPr>
          <w:rFonts w:ascii="Times New Roman" w:hAnsi="Times New Roman" w:cs="Times New Roman"/>
          <w:sz w:val="28"/>
          <w:szCs w:val="28"/>
        </w:rPr>
        <w:tab/>
        <w:t xml:space="preserve">Храмову Николаю Петровичу – прибористу участка по ремонту и эксплуатации контрольно-измерительных приборов и автоматики № 3 цеха контрольно-измерительных приборов и автоматики филиала Завод по стабилизации конденсата имени В.С.Черномырдина общества с ограниченной ответственностью «Газпром переработка» за заслуги в переработке газа (г.Сургут). </w:t>
      </w:r>
    </w:p>
    <w:p w:rsidR="00982D3D" w:rsidRPr="00F61CFA" w:rsidRDefault="00982D3D" w:rsidP="00F61CFA">
      <w:pPr>
        <w:pStyle w:val="ListParagraph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1CFA">
        <w:rPr>
          <w:rFonts w:ascii="Times New Roman" w:hAnsi="Times New Roman" w:cs="Times New Roman"/>
          <w:sz w:val="28"/>
          <w:szCs w:val="28"/>
        </w:rPr>
        <w:t>«Заслуженный работник образования Ханты-Мансийского автономного округа – Югры»:</w:t>
      </w:r>
    </w:p>
    <w:p w:rsidR="00982D3D" w:rsidRPr="00F61CFA" w:rsidRDefault="00982D3D" w:rsidP="00F61CFA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1CFA">
        <w:rPr>
          <w:rFonts w:ascii="Times New Roman" w:hAnsi="Times New Roman" w:cs="Times New Roman"/>
          <w:sz w:val="28"/>
          <w:szCs w:val="28"/>
        </w:rPr>
        <w:tab/>
        <w:t>Золотарёвой Людмиле Григорьевне – директору муниципального бюджетного общеобразовательного учреждения «Лянторская средняя общеобразовательная школа № 4» за заслуги в педагогической деятельности, обеспечивающей получение обучающимися глубоких знаний, развитие и совершенствование их творческого потенциала (Сургутский район),</w:t>
      </w:r>
    </w:p>
    <w:p w:rsidR="00982D3D" w:rsidRPr="00F61CFA" w:rsidRDefault="00982D3D" w:rsidP="00F61CFA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1CFA">
        <w:rPr>
          <w:rFonts w:ascii="Times New Roman" w:hAnsi="Times New Roman" w:cs="Times New Roman"/>
          <w:sz w:val="28"/>
          <w:szCs w:val="28"/>
        </w:rPr>
        <w:tab/>
        <w:t xml:space="preserve">Лавриненко Светлане Владимировне – учителю музыки и мировой художественной культуры муниципального бюджетного общеобразовательного учреждения «Средняя общеобразовательная школа № 1 имени Созонова Юрия Георгиевича» за заслуги в педагогической деятельности, обеспечивающей получение обучающимися глубоких знаний, развитие и совершенствование их творческого потенциала (г.Ханты-Мансийск). </w:t>
      </w:r>
    </w:p>
    <w:p w:rsidR="00982D3D" w:rsidRPr="00F61CFA" w:rsidRDefault="00982D3D" w:rsidP="00F61CFA">
      <w:pPr>
        <w:pStyle w:val="ListParagraph"/>
        <w:numPr>
          <w:ilvl w:val="1"/>
          <w:numId w:val="1"/>
        </w:numPr>
        <w:tabs>
          <w:tab w:val="left" w:pos="567"/>
          <w:tab w:val="left" w:pos="993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61CFA">
        <w:rPr>
          <w:rFonts w:ascii="Times New Roman" w:hAnsi="Times New Roman" w:cs="Times New Roman"/>
          <w:sz w:val="28"/>
          <w:szCs w:val="28"/>
        </w:rPr>
        <w:t xml:space="preserve"> «Заслуженный работник связи Ханты-Мансийского автономного округа – Югры» Гуляеву Анатолию Михайловичу – начальнику отдела телевидения автономного учреждения Ханты-Мансийского автономного округа – Югры «Окружная телерадиокомпания «Югра» за заслуги в разработке и внедрении принципиально новой высокоэффективной техники и технологии (г.Ханты-Мансийск). </w:t>
      </w:r>
    </w:p>
    <w:p w:rsidR="00982D3D" w:rsidRPr="00F61CFA" w:rsidRDefault="00982D3D" w:rsidP="00F61CFA">
      <w:pPr>
        <w:pStyle w:val="ListParagraph"/>
        <w:numPr>
          <w:ilvl w:val="1"/>
          <w:numId w:val="1"/>
        </w:numPr>
        <w:tabs>
          <w:tab w:val="left" w:pos="567"/>
          <w:tab w:val="left" w:pos="993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61CFA">
        <w:rPr>
          <w:rFonts w:ascii="Times New Roman" w:hAnsi="Times New Roman" w:cs="Times New Roman"/>
          <w:sz w:val="28"/>
          <w:szCs w:val="28"/>
        </w:rPr>
        <w:t xml:space="preserve"> «Заслуженный работник социальной защиты населения Ханты-Мансийского автономного округа – Югры» Саитову Хамиту Мухаметовичу – заместителю управляющего государственного учреждения – регионального отделения Фонда социального страхования Российской Федерации по Ханты-Мансийскому автономному округу – Югре за заслуги в организации социальной помощи гражданам (г. Ханты-Мансийск).</w:t>
      </w:r>
    </w:p>
    <w:p w:rsidR="00982D3D" w:rsidRPr="00F61CFA" w:rsidRDefault="00982D3D" w:rsidP="00F61CFA">
      <w:pPr>
        <w:pStyle w:val="ListParagraph"/>
        <w:numPr>
          <w:ilvl w:val="1"/>
          <w:numId w:val="1"/>
        </w:numPr>
        <w:tabs>
          <w:tab w:val="left" w:pos="567"/>
          <w:tab w:val="left" w:pos="993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61CFA">
        <w:rPr>
          <w:rFonts w:ascii="Times New Roman" w:hAnsi="Times New Roman" w:cs="Times New Roman"/>
          <w:sz w:val="28"/>
          <w:szCs w:val="28"/>
        </w:rPr>
        <w:t>«Заслуженный работник транспорта Ханты-Мансийского автономного округа – Югры»:</w:t>
      </w:r>
    </w:p>
    <w:p w:rsidR="00982D3D" w:rsidRPr="00F61CFA" w:rsidRDefault="00982D3D" w:rsidP="00F61CFA">
      <w:pPr>
        <w:tabs>
          <w:tab w:val="left" w:pos="426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1CFA">
        <w:rPr>
          <w:rFonts w:ascii="Times New Roman" w:hAnsi="Times New Roman" w:cs="Times New Roman"/>
          <w:sz w:val="28"/>
          <w:szCs w:val="28"/>
          <w:lang w:eastAsia="en-US"/>
        </w:rPr>
        <w:tab/>
        <w:t xml:space="preserve">Золотухину Геннадию Михайловичу – руководителю муниципального бюджетного учреждения «Управление технического обеспечения» администрации Ханты-Мансийского района </w:t>
      </w:r>
      <w:r w:rsidRPr="00F61CFA">
        <w:rPr>
          <w:rFonts w:ascii="Times New Roman" w:hAnsi="Times New Roman" w:cs="Times New Roman"/>
          <w:sz w:val="28"/>
          <w:szCs w:val="28"/>
        </w:rPr>
        <w:t>за заслуги в улучшении использования транспортных средств, экономии материальных и топливных ресурсов (Ханты-Мансийский район),</w:t>
      </w:r>
    </w:p>
    <w:p w:rsidR="00982D3D" w:rsidRPr="00F61CFA" w:rsidRDefault="00982D3D" w:rsidP="00F61CF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1CFA">
        <w:rPr>
          <w:rFonts w:ascii="Times New Roman" w:hAnsi="Times New Roman" w:cs="Times New Roman"/>
          <w:sz w:val="28"/>
          <w:szCs w:val="28"/>
          <w:lang w:eastAsia="en-US"/>
        </w:rPr>
        <w:tab/>
      </w:r>
      <w:r w:rsidRPr="00F61CFA">
        <w:rPr>
          <w:rFonts w:ascii="Times New Roman" w:hAnsi="Times New Roman" w:cs="Times New Roman"/>
          <w:sz w:val="28"/>
          <w:szCs w:val="28"/>
        </w:rPr>
        <w:t>Фильченко Сергею Владимировичу – руководителю группы транспортного обеспечения территориально-производственного предприятия «Когалымнефтегаз» общества с ограниченной ответственностью «ЛУКОЙЛ-Западная Сибирь» за заслуги в повышении эффективности производства и улучшении использования транспортных средств, повышении качества транспортных услуг, обеспечении безопасности движения (г.Когалым).</w:t>
      </w:r>
    </w:p>
    <w:p w:rsidR="00982D3D" w:rsidRPr="00F61CFA" w:rsidRDefault="00982D3D" w:rsidP="00F61CFA">
      <w:pPr>
        <w:pStyle w:val="ListParagraph"/>
        <w:numPr>
          <w:ilvl w:val="1"/>
          <w:numId w:val="1"/>
        </w:numPr>
        <w:tabs>
          <w:tab w:val="left" w:pos="567"/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1CFA">
        <w:rPr>
          <w:rFonts w:ascii="Times New Roman" w:hAnsi="Times New Roman" w:cs="Times New Roman"/>
          <w:sz w:val="28"/>
          <w:szCs w:val="28"/>
        </w:rPr>
        <w:t>«Заслуженный строитель Ханты-Мансийского автономного округа – Югры»:</w:t>
      </w:r>
    </w:p>
    <w:p w:rsidR="00982D3D" w:rsidRPr="00F61CFA" w:rsidRDefault="00982D3D" w:rsidP="00F61CFA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1CFA">
        <w:rPr>
          <w:rFonts w:ascii="Times New Roman" w:hAnsi="Times New Roman" w:cs="Times New Roman"/>
          <w:sz w:val="28"/>
          <w:szCs w:val="28"/>
        </w:rPr>
        <w:tab/>
        <w:t>АлимджановуАдхамуТашпулатовичу – генеральному директору общества с ограниченной ответственностью Строительная компания «АЛЬФА-ОМЕГА» за заслуги в производственной деятельности (г.Нягань),</w:t>
      </w:r>
    </w:p>
    <w:p w:rsidR="00982D3D" w:rsidRPr="00F61CFA" w:rsidRDefault="00982D3D" w:rsidP="00F61CFA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1CFA">
        <w:rPr>
          <w:rFonts w:ascii="Times New Roman" w:hAnsi="Times New Roman" w:cs="Times New Roman"/>
          <w:sz w:val="28"/>
          <w:szCs w:val="28"/>
        </w:rPr>
        <w:tab/>
        <w:t>АлиметовуАгаметуНухбалаевичу – заместителю генерального директора по капитальному строительству общества с ограниченной ответственностью «ЛУКОЙЛ-Западная Сибирь» за заслуги в производственной деятельности (г.Когалым),</w:t>
      </w:r>
    </w:p>
    <w:p w:rsidR="00982D3D" w:rsidRPr="00F61CFA" w:rsidRDefault="00982D3D" w:rsidP="00F61CFA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1CFA">
        <w:rPr>
          <w:rFonts w:ascii="Times New Roman" w:hAnsi="Times New Roman" w:cs="Times New Roman"/>
          <w:sz w:val="28"/>
          <w:szCs w:val="28"/>
        </w:rPr>
        <w:tab/>
        <w:t>Букариновой Татьяне Григорьевне – заместителю генерального директора Саморегулируемой организации Некоммерческое партнерство «ЮграСтрой» за заслуги в достижении высокой эффективности производства и качества строительно-монтажных работ (г.Ханты-Мансийск),</w:t>
      </w:r>
    </w:p>
    <w:p w:rsidR="00982D3D" w:rsidRPr="00F61CFA" w:rsidRDefault="00982D3D" w:rsidP="00F61CFA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1CFA">
        <w:rPr>
          <w:rFonts w:ascii="Times New Roman" w:hAnsi="Times New Roman" w:cs="Times New Roman"/>
          <w:sz w:val="28"/>
          <w:szCs w:val="28"/>
        </w:rPr>
        <w:tab/>
        <w:t>Валиеву НазимуНурлыгареевичу – генеральному директору общества с ограниченной ответственностью «КРОКУС-строй» за заслуги в производственной деятельности (г.Нягань),</w:t>
      </w:r>
    </w:p>
    <w:p w:rsidR="00982D3D" w:rsidRPr="00F61CFA" w:rsidRDefault="00982D3D" w:rsidP="00F61CFA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1CFA">
        <w:rPr>
          <w:rFonts w:ascii="Times New Roman" w:hAnsi="Times New Roman" w:cs="Times New Roman"/>
          <w:sz w:val="28"/>
          <w:szCs w:val="28"/>
        </w:rPr>
        <w:tab/>
        <w:t>Ключкину Михаилу Давыдовичу – машинисту бульдозера закрытого акционерного общества «АВТОДОРСТРОЙ» за заслуги в производственной деятельности (г.Сургут),</w:t>
      </w:r>
    </w:p>
    <w:p w:rsidR="00982D3D" w:rsidRPr="00F61CFA" w:rsidRDefault="00982D3D" w:rsidP="00F61CFA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1CFA">
        <w:rPr>
          <w:rFonts w:ascii="Times New Roman" w:hAnsi="Times New Roman" w:cs="Times New Roman"/>
          <w:sz w:val="28"/>
          <w:szCs w:val="28"/>
        </w:rPr>
        <w:tab/>
        <w:t>Лапиной Галине Ивановне – начальнику производственно-технического отдела общества с ограниченной ответственностью «Обьстрой» за заслуги в достижении высокой эффективности производства и качества строительно-монтажных работ (г.Нефтеюганск),</w:t>
      </w:r>
    </w:p>
    <w:p w:rsidR="00982D3D" w:rsidRPr="00F61CFA" w:rsidRDefault="00982D3D" w:rsidP="00F61CFA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1CFA">
        <w:rPr>
          <w:rFonts w:ascii="Times New Roman" w:hAnsi="Times New Roman" w:cs="Times New Roman"/>
          <w:sz w:val="28"/>
          <w:szCs w:val="28"/>
        </w:rPr>
        <w:tab/>
        <w:t>Лапшову Валерию Евгеньевичу – директору общества с ограниченной ответственностью «Сибпромстрой № 9» за заслуги в производственной деятельности (г.Сургут),</w:t>
      </w:r>
    </w:p>
    <w:p w:rsidR="00982D3D" w:rsidRPr="00F61CFA" w:rsidRDefault="00982D3D" w:rsidP="00F61CFA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1CFA">
        <w:rPr>
          <w:rFonts w:ascii="Times New Roman" w:hAnsi="Times New Roman" w:cs="Times New Roman"/>
          <w:sz w:val="28"/>
          <w:szCs w:val="28"/>
        </w:rPr>
        <w:tab/>
        <w:t>Макарову Сергею Федоровичу – заместителю генерального директора закрытого акционерного общества «Сибпромстрой» за заслуги в производственной деятельности (г.Сургут),</w:t>
      </w:r>
    </w:p>
    <w:p w:rsidR="00982D3D" w:rsidRPr="00F61CFA" w:rsidRDefault="00982D3D" w:rsidP="00F61CFA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1CFA">
        <w:rPr>
          <w:rFonts w:ascii="Times New Roman" w:hAnsi="Times New Roman" w:cs="Times New Roman"/>
          <w:sz w:val="28"/>
          <w:szCs w:val="28"/>
        </w:rPr>
        <w:tab/>
        <w:t>Малышеву Александру Алексеевичу – слесарю по ремонту технологических установок открытого акционерного общества «Строительно-промышленный комбинат» за заслуги в производственной деятельности (г.Нижневартовск),</w:t>
      </w:r>
    </w:p>
    <w:p w:rsidR="00982D3D" w:rsidRPr="00F61CFA" w:rsidRDefault="00982D3D" w:rsidP="00F61CFA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1CFA">
        <w:rPr>
          <w:rFonts w:ascii="Times New Roman" w:hAnsi="Times New Roman" w:cs="Times New Roman"/>
          <w:sz w:val="28"/>
          <w:szCs w:val="28"/>
        </w:rPr>
        <w:tab/>
        <w:t xml:space="preserve">Юсупову МагомедрасулуРамазанкадиевичу – председателю правления закрытого акционерного общества «АВТОДОРСТРОЙ» за заслуги в производственной деятельности (г.Сургут). </w:t>
      </w:r>
    </w:p>
    <w:p w:rsidR="00982D3D" w:rsidRPr="00F61CFA" w:rsidRDefault="00982D3D" w:rsidP="00F61CFA">
      <w:pPr>
        <w:pStyle w:val="ListParagraph"/>
        <w:numPr>
          <w:ilvl w:val="1"/>
          <w:numId w:val="1"/>
        </w:numPr>
        <w:tabs>
          <w:tab w:val="left" w:pos="567"/>
          <w:tab w:val="left" w:pos="709"/>
          <w:tab w:val="left" w:pos="851"/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1CFA">
        <w:rPr>
          <w:rFonts w:ascii="Times New Roman" w:hAnsi="Times New Roman" w:cs="Times New Roman"/>
          <w:sz w:val="28"/>
          <w:szCs w:val="28"/>
        </w:rPr>
        <w:t xml:space="preserve"> «Заслуженный экономист Ханты-Мансийского автономного округа – Югры» Кожевниковой Тамаре Константиновне – главному бухгалтеру филиала № 1 государственного учреждения – регионального отделения Фонда социального страхования Российской Федерации по Ханты-Мансийскому автономному округу – Югре за заслуги в области экономики и финансовой деятельности (г.Нижневартовск). </w:t>
      </w:r>
    </w:p>
    <w:p w:rsidR="00982D3D" w:rsidRPr="00F61CFA" w:rsidRDefault="00982D3D" w:rsidP="00F61CFA">
      <w:pPr>
        <w:pStyle w:val="ListParagraph"/>
        <w:numPr>
          <w:ilvl w:val="1"/>
          <w:numId w:val="1"/>
        </w:numPr>
        <w:tabs>
          <w:tab w:val="left" w:pos="567"/>
          <w:tab w:val="left" w:pos="709"/>
          <w:tab w:val="left" w:pos="851"/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1CFA">
        <w:rPr>
          <w:rFonts w:ascii="Times New Roman" w:hAnsi="Times New Roman" w:cs="Times New Roman"/>
          <w:sz w:val="28"/>
          <w:szCs w:val="28"/>
        </w:rPr>
        <w:t xml:space="preserve"> «Заслуженный юрист Ханты-Мансийского автономного округа – Югры» Осматескулу Константину Николаевичу – нотариусу Нефтеюганского нотариального округа Ханты-Мансийского автономного округа – Югры за заслуги в защите прав и законных интересов граждан (г.Нефтеюганск). </w:t>
      </w:r>
    </w:p>
    <w:p w:rsidR="00982D3D" w:rsidRPr="00F61CFA" w:rsidRDefault="00982D3D" w:rsidP="00F61CFA">
      <w:pPr>
        <w:pStyle w:val="ListParagraph"/>
        <w:numPr>
          <w:ilvl w:val="1"/>
          <w:numId w:val="1"/>
        </w:numPr>
        <w:tabs>
          <w:tab w:val="left" w:pos="567"/>
          <w:tab w:val="left" w:pos="709"/>
          <w:tab w:val="left" w:pos="851"/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1CFA">
        <w:rPr>
          <w:rFonts w:ascii="Times New Roman" w:hAnsi="Times New Roman" w:cs="Times New Roman"/>
          <w:sz w:val="28"/>
          <w:szCs w:val="28"/>
        </w:rPr>
        <w:t xml:space="preserve"> «Заслуженный энергетик Ханты-Мансийского автономного округа – Югры» Речкину Александру Алексеевичу – начальнику отдела энергоснабжения и спецосвещения автономного учреждения Ханты-Мансийского автономного округа – Югры «Окружная телерадиокомпания «Югра» за заслуги в развитии энергетики (г.Ханты-Мансийск). </w:t>
      </w:r>
    </w:p>
    <w:p w:rsidR="00982D3D" w:rsidRPr="00F61CFA" w:rsidRDefault="00982D3D" w:rsidP="00F61CFA">
      <w:pPr>
        <w:pStyle w:val="ListParagraph"/>
        <w:numPr>
          <w:ilvl w:val="0"/>
          <w:numId w:val="1"/>
        </w:numPr>
        <w:tabs>
          <w:tab w:val="left" w:pos="0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133D">
        <w:rPr>
          <w:rFonts w:ascii="Times New Roman" w:hAnsi="Times New Roman" w:cs="Times New Roman"/>
          <w:sz w:val="28"/>
          <w:szCs w:val="28"/>
        </w:rPr>
        <w:t xml:space="preserve">Отделу бухгалтерского учета и финансов Департамента управления делами Губернатора Ханты-Мансийского автономного округа – Югры выплатить </w:t>
      </w:r>
      <w:r>
        <w:rPr>
          <w:rFonts w:ascii="Times New Roman" w:hAnsi="Times New Roman" w:cs="Times New Roman"/>
          <w:sz w:val="28"/>
          <w:szCs w:val="28"/>
        </w:rPr>
        <w:t>216209</w:t>
      </w:r>
      <w:r w:rsidRPr="00EC133D">
        <w:rPr>
          <w:rFonts w:ascii="Times New Roman" w:hAnsi="Times New Roman" w:cs="Times New Roman"/>
          <w:sz w:val="28"/>
          <w:szCs w:val="28"/>
        </w:rPr>
        <w:t xml:space="preserve"> рубл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EC133D">
        <w:rPr>
          <w:rFonts w:ascii="Times New Roman" w:hAnsi="Times New Roman" w:cs="Times New Roman"/>
          <w:sz w:val="28"/>
          <w:szCs w:val="28"/>
        </w:rPr>
        <w:t xml:space="preserve"> из средств, предусмотренных сметой расходов Департамента управления делами Губернатора Ханты-Мансийского автономного округа – Югры, на выплату денежных премий гражда</w:t>
      </w:r>
      <w:r>
        <w:rPr>
          <w:rFonts w:ascii="Times New Roman" w:hAnsi="Times New Roman" w:cs="Times New Roman"/>
          <w:sz w:val="28"/>
          <w:szCs w:val="28"/>
        </w:rPr>
        <w:t>нам, указанным в пунктах 1, 2 и подпункте 3.1 пункта 3</w:t>
      </w:r>
      <w:r w:rsidRPr="00EC133D">
        <w:rPr>
          <w:rFonts w:ascii="Times New Roman" w:hAnsi="Times New Roman" w:cs="Times New Roman"/>
          <w:sz w:val="28"/>
          <w:szCs w:val="28"/>
        </w:rPr>
        <w:t>настоящего постановления.</w:t>
      </w:r>
    </w:p>
    <w:p w:rsidR="00982D3D" w:rsidRPr="00212501" w:rsidRDefault="00982D3D" w:rsidP="00212501">
      <w:pPr>
        <w:pStyle w:val="ListParagraph"/>
        <w:numPr>
          <w:ilvl w:val="0"/>
          <w:numId w:val="1"/>
        </w:numPr>
        <w:tabs>
          <w:tab w:val="left" w:pos="0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2501">
        <w:rPr>
          <w:rFonts w:ascii="Times New Roman" w:hAnsi="Times New Roman" w:cs="Times New Roman"/>
          <w:sz w:val="28"/>
          <w:szCs w:val="28"/>
        </w:rPr>
        <w:t>Настоящее постановление опубликовать в газете «Новости Югры».</w:t>
      </w:r>
    </w:p>
    <w:p w:rsidR="00982D3D" w:rsidRPr="00741407" w:rsidRDefault="00982D3D" w:rsidP="00B945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D3D" w:rsidRDefault="00982D3D" w:rsidP="00B945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D3D" w:rsidRDefault="00982D3D" w:rsidP="00B945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D3D" w:rsidRPr="005706EC" w:rsidRDefault="00982D3D" w:rsidP="00B945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6EC">
        <w:rPr>
          <w:rFonts w:ascii="Times New Roman" w:hAnsi="Times New Roman" w:cs="Times New Roman"/>
          <w:sz w:val="28"/>
          <w:szCs w:val="28"/>
        </w:rPr>
        <w:t xml:space="preserve">Губернатор </w:t>
      </w:r>
    </w:p>
    <w:p w:rsidR="00982D3D" w:rsidRPr="005706EC" w:rsidRDefault="00982D3D" w:rsidP="00B945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6EC">
        <w:rPr>
          <w:rFonts w:ascii="Times New Roman" w:hAnsi="Times New Roman" w:cs="Times New Roman"/>
          <w:sz w:val="28"/>
          <w:szCs w:val="28"/>
        </w:rPr>
        <w:t xml:space="preserve">Ханты-Мансийского </w:t>
      </w:r>
    </w:p>
    <w:p w:rsidR="00982D3D" w:rsidRPr="00212501" w:rsidRDefault="00982D3D" w:rsidP="002125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6EC">
        <w:rPr>
          <w:rFonts w:ascii="Times New Roman" w:hAnsi="Times New Roman" w:cs="Times New Roman"/>
          <w:sz w:val="28"/>
          <w:szCs w:val="28"/>
        </w:rPr>
        <w:t xml:space="preserve">автономного округа – Югры </w:t>
      </w:r>
      <w:r>
        <w:rPr>
          <w:rFonts w:ascii="Times New Roman" w:hAnsi="Times New Roman" w:cs="Times New Roman"/>
          <w:sz w:val="28"/>
          <w:szCs w:val="28"/>
        </w:rPr>
        <w:t>Н.В.</w:t>
      </w:r>
      <w:r w:rsidRPr="005706EC">
        <w:rPr>
          <w:rFonts w:ascii="Times New Roman" w:hAnsi="Times New Roman" w:cs="Times New Roman"/>
          <w:sz w:val="28"/>
          <w:szCs w:val="28"/>
        </w:rPr>
        <w:t>Комарова</w:t>
      </w:r>
    </w:p>
    <w:p w:rsidR="00982D3D" w:rsidRDefault="00982D3D" w:rsidP="00B574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2D3D" w:rsidRDefault="00982D3D" w:rsidP="00B574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2D3D" w:rsidRDefault="00982D3D" w:rsidP="00B574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82D3D" w:rsidSect="00B1609C">
      <w:headerReference w:type="default" r:id="rId7"/>
      <w:headerReference w:type="first" r:id="rId8"/>
      <w:pgSz w:w="11906" w:h="16838" w:code="9"/>
      <w:pgMar w:top="1418" w:right="1133" w:bottom="1134" w:left="1701" w:header="709" w:footer="4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2D3D" w:rsidRDefault="00982D3D" w:rsidP="00584C4B">
      <w:pPr>
        <w:spacing w:after="0" w:line="240" w:lineRule="auto"/>
      </w:pPr>
      <w:r>
        <w:separator/>
      </w:r>
    </w:p>
  </w:endnote>
  <w:endnote w:type="continuationSeparator" w:id="1">
    <w:p w:rsidR="00982D3D" w:rsidRDefault="00982D3D" w:rsidP="00584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2D3D" w:rsidRDefault="00982D3D" w:rsidP="00584C4B">
      <w:pPr>
        <w:spacing w:after="0" w:line="240" w:lineRule="auto"/>
      </w:pPr>
      <w:r>
        <w:separator/>
      </w:r>
    </w:p>
  </w:footnote>
  <w:footnote w:type="continuationSeparator" w:id="1">
    <w:p w:rsidR="00982D3D" w:rsidRDefault="00982D3D" w:rsidP="00584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D3D" w:rsidRDefault="00982D3D">
    <w:pPr>
      <w:pStyle w:val="Header"/>
      <w:jc w:val="center"/>
    </w:pPr>
    <w:fldSimple w:instr=" PAGE   \* MERGEFORMAT ">
      <w:r>
        <w:rPr>
          <w:noProof/>
        </w:rPr>
        <w:t>7</w:t>
      </w:r>
    </w:fldSimple>
  </w:p>
  <w:p w:rsidR="00982D3D" w:rsidRDefault="00982D3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D3D" w:rsidRPr="009D012D" w:rsidRDefault="00982D3D" w:rsidP="009D012D">
    <w:pPr>
      <w:pStyle w:val="Header"/>
      <w:jc w:val="right"/>
      <w:rPr>
        <w:rFonts w:ascii="Times New Roman" w:hAnsi="Times New Roman" w:cs="Times New Roman"/>
      </w:rPr>
    </w:pPr>
    <w:r w:rsidRPr="009D012D">
      <w:rPr>
        <w:rFonts w:ascii="Times New Roman" w:hAnsi="Times New Roman" w:cs="Times New Roman"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1394C"/>
    <w:multiLevelType w:val="multilevel"/>
    <w:tmpl w:val="64D231FE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bCs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1">
    <w:nsid w:val="7B826F60"/>
    <w:multiLevelType w:val="multilevel"/>
    <w:tmpl w:val="9FF630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4"/>
        <w:szCs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  <w:szCs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4"/>
        <w:szCs w:val="24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sz w:val="24"/>
        <w:szCs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24"/>
        <w:szCs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sz w:val="24"/>
        <w:szCs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4394"/>
    <w:rsid w:val="000000D6"/>
    <w:rsid w:val="000039E7"/>
    <w:rsid w:val="000078A1"/>
    <w:rsid w:val="00007CCE"/>
    <w:rsid w:val="00011B4E"/>
    <w:rsid w:val="00012177"/>
    <w:rsid w:val="000142C7"/>
    <w:rsid w:val="0001463A"/>
    <w:rsid w:val="00015C0B"/>
    <w:rsid w:val="00016A85"/>
    <w:rsid w:val="000221B5"/>
    <w:rsid w:val="0002337A"/>
    <w:rsid w:val="000251A0"/>
    <w:rsid w:val="00032156"/>
    <w:rsid w:val="00033C90"/>
    <w:rsid w:val="00035578"/>
    <w:rsid w:val="0003640F"/>
    <w:rsid w:val="00037CBE"/>
    <w:rsid w:val="00041581"/>
    <w:rsid w:val="000422C2"/>
    <w:rsid w:val="000465E6"/>
    <w:rsid w:val="0004787D"/>
    <w:rsid w:val="00051C4F"/>
    <w:rsid w:val="000541A7"/>
    <w:rsid w:val="00055788"/>
    <w:rsid w:val="00060655"/>
    <w:rsid w:val="00063A9E"/>
    <w:rsid w:val="00064E7C"/>
    <w:rsid w:val="00065FEC"/>
    <w:rsid w:val="0006729E"/>
    <w:rsid w:val="0007016E"/>
    <w:rsid w:val="000704D1"/>
    <w:rsid w:val="00072E67"/>
    <w:rsid w:val="00074D5C"/>
    <w:rsid w:val="000800C7"/>
    <w:rsid w:val="00083F22"/>
    <w:rsid w:val="00084CEB"/>
    <w:rsid w:val="000870D0"/>
    <w:rsid w:val="00090D67"/>
    <w:rsid w:val="000911F4"/>
    <w:rsid w:val="000918B8"/>
    <w:rsid w:val="00091B6F"/>
    <w:rsid w:val="00092ED8"/>
    <w:rsid w:val="000937C6"/>
    <w:rsid w:val="00093DBC"/>
    <w:rsid w:val="0009630A"/>
    <w:rsid w:val="00097573"/>
    <w:rsid w:val="0009763C"/>
    <w:rsid w:val="000A0A59"/>
    <w:rsid w:val="000A1882"/>
    <w:rsid w:val="000A212C"/>
    <w:rsid w:val="000A275F"/>
    <w:rsid w:val="000B4226"/>
    <w:rsid w:val="000B4726"/>
    <w:rsid w:val="000C2B8A"/>
    <w:rsid w:val="000C3D9F"/>
    <w:rsid w:val="000C44DE"/>
    <w:rsid w:val="000C494D"/>
    <w:rsid w:val="000D3445"/>
    <w:rsid w:val="000D71FC"/>
    <w:rsid w:val="000D7352"/>
    <w:rsid w:val="000E2785"/>
    <w:rsid w:val="000E3728"/>
    <w:rsid w:val="000E3D57"/>
    <w:rsid w:val="000E3E0A"/>
    <w:rsid w:val="000E6D04"/>
    <w:rsid w:val="000F0838"/>
    <w:rsid w:val="000F140A"/>
    <w:rsid w:val="000F1690"/>
    <w:rsid w:val="000F2030"/>
    <w:rsid w:val="000F2ECF"/>
    <w:rsid w:val="000F4851"/>
    <w:rsid w:val="000F564E"/>
    <w:rsid w:val="000F6F01"/>
    <w:rsid w:val="0010755A"/>
    <w:rsid w:val="0011281F"/>
    <w:rsid w:val="00116861"/>
    <w:rsid w:val="00117935"/>
    <w:rsid w:val="001203A8"/>
    <w:rsid w:val="00122011"/>
    <w:rsid w:val="001252FE"/>
    <w:rsid w:val="00125803"/>
    <w:rsid w:val="00126D91"/>
    <w:rsid w:val="00127399"/>
    <w:rsid w:val="0013183E"/>
    <w:rsid w:val="00134480"/>
    <w:rsid w:val="001355D0"/>
    <w:rsid w:val="00137D46"/>
    <w:rsid w:val="00141C30"/>
    <w:rsid w:val="001428A7"/>
    <w:rsid w:val="001433B4"/>
    <w:rsid w:val="0014348F"/>
    <w:rsid w:val="00143730"/>
    <w:rsid w:val="001437F2"/>
    <w:rsid w:val="0014518E"/>
    <w:rsid w:val="001477BA"/>
    <w:rsid w:val="001506FF"/>
    <w:rsid w:val="001527E6"/>
    <w:rsid w:val="00153150"/>
    <w:rsid w:val="00155CB0"/>
    <w:rsid w:val="001619FF"/>
    <w:rsid w:val="0016428E"/>
    <w:rsid w:val="00164707"/>
    <w:rsid w:val="00172D5E"/>
    <w:rsid w:val="00173B42"/>
    <w:rsid w:val="00187B7F"/>
    <w:rsid w:val="001963C5"/>
    <w:rsid w:val="00196AB3"/>
    <w:rsid w:val="00197655"/>
    <w:rsid w:val="001A0564"/>
    <w:rsid w:val="001A13B4"/>
    <w:rsid w:val="001A3535"/>
    <w:rsid w:val="001A37BF"/>
    <w:rsid w:val="001A46BF"/>
    <w:rsid w:val="001A5221"/>
    <w:rsid w:val="001A56E6"/>
    <w:rsid w:val="001A6EB4"/>
    <w:rsid w:val="001A78B1"/>
    <w:rsid w:val="001B3952"/>
    <w:rsid w:val="001B4AE1"/>
    <w:rsid w:val="001B6A91"/>
    <w:rsid w:val="001C3E4C"/>
    <w:rsid w:val="001C4269"/>
    <w:rsid w:val="001D2381"/>
    <w:rsid w:val="001D2BF0"/>
    <w:rsid w:val="001D68DC"/>
    <w:rsid w:val="001E1432"/>
    <w:rsid w:val="001E262B"/>
    <w:rsid w:val="001E2D77"/>
    <w:rsid w:val="001E4870"/>
    <w:rsid w:val="001E699B"/>
    <w:rsid w:val="001F0BDF"/>
    <w:rsid w:val="001F4430"/>
    <w:rsid w:val="001F4CE4"/>
    <w:rsid w:val="001F5E47"/>
    <w:rsid w:val="001F62E8"/>
    <w:rsid w:val="00201AB5"/>
    <w:rsid w:val="00201FFA"/>
    <w:rsid w:val="002043DE"/>
    <w:rsid w:val="00204CA9"/>
    <w:rsid w:val="00205F9B"/>
    <w:rsid w:val="00206E50"/>
    <w:rsid w:val="00210650"/>
    <w:rsid w:val="00212501"/>
    <w:rsid w:val="00214122"/>
    <w:rsid w:val="00214C9C"/>
    <w:rsid w:val="00220353"/>
    <w:rsid w:val="00226E48"/>
    <w:rsid w:val="00226E7C"/>
    <w:rsid w:val="0023069E"/>
    <w:rsid w:val="00231160"/>
    <w:rsid w:val="00231616"/>
    <w:rsid w:val="0023166B"/>
    <w:rsid w:val="0024016C"/>
    <w:rsid w:val="00242EEC"/>
    <w:rsid w:val="00244268"/>
    <w:rsid w:val="002451B3"/>
    <w:rsid w:val="0024555F"/>
    <w:rsid w:val="00247E29"/>
    <w:rsid w:val="0025058A"/>
    <w:rsid w:val="0025388D"/>
    <w:rsid w:val="00255E28"/>
    <w:rsid w:val="00257B4D"/>
    <w:rsid w:val="00260911"/>
    <w:rsid w:val="002624E2"/>
    <w:rsid w:val="00263216"/>
    <w:rsid w:val="0026361B"/>
    <w:rsid w:val="00266067"/>
    <w:rsid w:val="002667BA"/>
    <w:rsid w:val="00266BD3"/>
    <w:rsid w:val="002710EF"/>
    <w:rsid w:val="00272AEB"/>
    <w:rsid w:val="002758E2"/>
    <w:rsid w:val="00277925"/>
    <w:rsid w:val="00286550"/>
    <w:rsid w:val="0029093A"/>
    <w:rsid w:val="0029149A"/>
    <w:rsid w:val="0029215F"/>
    <w:rsid w:val="00292A4A"/>
    <w:rsid w:val="00294E32"/>
    <w:rsid w:val="00295D0D"/>
    <w:rsid w:val="00296CD2"/>
    <w:rsid w:val="002A3B9A"/>
    <w:rsid w:val="002A66B0"/>
    <w:rsid w:val="002A68DC"/>
    <w:rsid w:val="002A77B1"/>
    <w:rsid w:val="002B0699"/>
    <w:rsid w:val="002B1402"/>
    <w:rsid w:val="002B2334"/>
    <w:rsid w:val="002B4D5A"/>
    <w:rsid w:val="002B7D81"/>
    <w:rsid w:val="002C4025"/>
    <w:rsid w:val="002D04C7"/>
    <w:rsid w:val="002D23B9"/>
    <w:rsid w:val="002D280C"/>
    <w:rsid w:val="002D3735"/>
    <w:rsid w:val="002D3C18"/>
    <w:rsid w:val="002D7F4C"/>
    <w:rsid w:val="002E3830"/>
    <w:rsid w:val="002E51E3"/>
    <w:rsid w:val="002E72E1"/>
    <w:rsid w:val="002F2A00"/>
    <w:rsid w:val="002F514B"/>
    <w:rsid w:val="002F574C"/>
    <w:rsid w:val="002F66BC"/>
    <w:rsid w:val="002F7593"/>
    <w:rsid w:val="002F7872"/>
    <w:rsid w:val="00302C77"/>
    <w:rsid w:val="003038C5"/>
    <w:rsid w:val="00304736"/>
    <w:rsid w:val="00307A45"/>
    <w:rsid w:val="00312A2F"/>
    <w:rsid w:val="00314C8B"/>
    <w:rsid w:val="003277AB"/>
    <w:rsid w:val="00330864"/>
    <w:rsid w:val="00333EEA"/>
    <w:rsid w:val="00334346"/>
    <w:rsid w:val="0034469B"/>
    <w:rsid w:val="00344A72"/>
    <w:rsid w:val="00344BC2"/>
    <w:rsid w:val="00345115"/>
    <w:rsid w:val="00352D00"/>
    <w:rsid w:val="00355EA5"/>
    <w:rsid w:val="00360602"/>
    <w:rsid w:val="0036412F"/>
    <w:rsid w:val="00366F57"/>
    <w:rsid w:val="00371C5D"/>
    <w:rsid w:val="00374457"/>
    <w:rsid w:val="00376C3C"/>
    <w:rsid w:val="003801C9"/>
    <w:rsid w:val="0038117B"/>
    <w:rsid w:val="00381DBC"/>
    <w:rsid w:val="00382F55"/>
    <w:rsid w:val="003831C2"/>
    <w:rsid w:val="00383349"/>
    <w:rsid w:val="00383D95"/>
    <w:rsid w:val="003852A6"/>
    <w:rsid w:val="00394DE0"/>
    <w:rsid w:val="00396BAB"/>
    <w:rsid w:val="0039740C"/>
    <w:rsid w:val="003A17EC"/>
    <w:rsid w:val="003A271B"/>
    <w:rsid w:val="003A275F"/>
    <w:rsid w:val="003A3FAC"/>
    <w:rsid w:val="003A47AD"/>
    <w:rsid w:val="003A78B2"/>
    <w:rsid w:val="003B086A"/>
    <w:rsid w:val="003B2E50"/>
    <w:rsid w:val="003B7C80"/>
    <w:rsid w:val="003C2928"/>
    <w:rsid w:val="003D055A"/>
    <w:rsid w:val="003D1CEA"/>
    <w:rsid w:val="003D2AB2"/>
    <w:rsid w:val="003D2B67"/>
    <w:rsid w:val="003D384A"/>
    <w:rsid w:val="003D43D6"/>
    <w:rsid w:val="003D44C2"/>
    <w:rsid w:val="003D49B1"/>
    <w:rsid w:val="003D53C3"/>
    <w:rsid w:val="003D6D64"/>
    <w:rsid w:val="003E2E72"/>
    <w:rsid w:val="003F18FC"/>
    <w:rsid w:val="003F5059"/>
    <w:rsid w:val="003F74DD"/>
    <w:rsid w:val="003F7E9A"/>
    <w:rsid w:val="00400714"/>
    <w:rsid w:val="00401442"/>
    <w:rsid w:val="004020D3"/>
    <w:rsid w:val="004054EE"/>
    <w:rsid w:val="004072D3"/>
    <w:rsid w:val="0041150C"/>
    <w:rsid w:val="00411E62"/>
    <w:rsid w:val="00416543"/>
    <w:rsid w:val="00416AB8"/>
    <w:rsid w:val="004234F0"/>
    <w:rsid w:val="00425325"/>
    <w:rsid w:val="00426B16"/>
    <w:rsid w:val="00435A7D"/>
    <w:rsid w:val="00435DBF"/>
    <w:rsid w:val="00440390"/>
    <w:rsid w:val="00442A76"/>
    <w:rsid w:val="00442B89"/>
    <w:rsid w:val="00442C66"/>
    <w:rsid w:val="004433BC"/>
    <w:rsid w:val="0044590A"/>
    <w:rsid w:val="004467FE"/>
    <w:rsid w:val="00446871"/>
    <w:rsid w:val="004479B6"/>
    <w:rsid w:val="00447D7A"/>
    <w:rsid w:val="00450214"/>
    <w:rsid w:val="00452F3B"/>
    <w:rsid w:val="00453811"/>
    <w:rsid w:val="004550ED"/>
    <w:rsid w:val="00457144"/>
    <w:rsid w:val="00457DE6"/>
    <w:rsid w:val="0046041F"/>
    <w:rsid w:val="004610F1"/>
    <w:rsid w:val="00462A64"/>
    <w:rsid w:val="00463BF1"/>
    <w:rsid w:val="00464304"/>
    <w:rsid w:val="00473DC1"/>
    <w:rsid w:val="00473F70"/>
    <w:rsid w:val="0047538A"/>
    <w:rsid w:val="004778F0"/>
    <w:rsid w:val="00482C85"/>
    <w:rsid w:val="00482F8C"/>
    <w:rsid w:val="00483996"/>
    <w:rsid w:val="00483A35"/>
    <w:rsid w:val="004857DF"/>
    <w:rsid w:val="004858BD"/>
    <w:rsid w:val="00486A32"/>
    <w:rsid w:val="00487A06"/>
    <w:rsid w:val="00490F7D"/>
    <w:rsid w:val="00491963"/>
    <w:rsid w:val="0049206D"/>
    <w:rsid w:val="004936F2"/>
    <w:rsid w:val="004965CB"/>
    <w:rsid w:val="004974FB"/>
    <w:rsid w:val="004A0D27"/>
    <w:rsid w:val="004A4F33"/>
    <w:rsid w:val="004A5CA8"/>
    <w:rsid w:val="004A7933"/>
    <w:rsid w:val="004B45D2"/>
    <w:rsid w:val="004B5476"/>
    <w:rsid w:val="004B6E36"/>
    <w:rsid w:val="004C14D4"/>
    <w:rsid w:val="004C2275"/>
    <w:rsid w:val="004C2D76"/>
    <w:rsid w:val="004D25D7"/>
    <w:rsid w:val="004D3926"/>
    <w:rsid w:val="004D3BF5"/>
    <w:rsid w:val="004D4E47"/>
    <w:rsid w:val="004D689C"/>
    <w:rsid w:val="004E5396"/>
    <w:rsid w:val="004E5D01"/>
    <w:rsid w:val="004F1096"/>
    <w:rsid w:val="004F12C7"/>
    <w:rsid w:val="004F2447"/>
    <w:rsid w:val="004F3E64"/>
    <w:rsid w:val="004F4CFD"/>
    <w:rsid w:val="004F528C"/>
    <w:rsid w:val="005011AB"/>
    <w:rsid w:val="005024BD"/>
    <w:rsid w:val="0050276C"/>
    <w:rsid w:val="00503EDD"/>
    <w:rsid w:val="005061C5"/>
    <w:rsid w:val="005135A1"/>
    <w:rsid w:val="005153B5"/>
    <w:rsid w:val="005170D1"/>
    <w:rsid w:val="00520CF1"/>
    <w:rsid w:val="0052748A"/>
    <w:rsid w:val="00533420"/>
    <w:rsid w:val="00535F4E"/>
    <w:rsid w:val="00536335"/>
    <w:rsid w:val="005422F6"/>
    <w:rsid w:val="005437AD"/>
    <w:rsid w:val="0054419F"/>
    <w:rsid w:val="0054440D"/>
    <w:rsid w:val="00545389"/>
    <w:rsid w:val="0054641C"/>
    <w:rsid w:val="00551195"/>
    <w:rsid w:val="00556101"/>
    <w:rsid w:val="0055619F"/>
    <w:rsid w:val="0055651B"/>
    <w:rsid w:val="005565BA"/>
    <w:rsid w:val="00562086"/>
    <w:rsid w:val="005639E3"/>
    <w:rsid w:val="00564AFF"/>
    <w:rsid w:val="005659EB"/>
    <w:rsid w:val="005703DD"/>
    <w:rsid w:val="005706EC"/>
    <w:rsid w:val="005732B3"/>
    <w:rsid w:val="005765FD"/>
    <w:rsid w:val="0058072E"/>
    <w:rsid w:val="00580FA4"/>
    <w:rsid w:val="00582855"/>
    <w:rsid w:val="00583638"/>
    <w:rsid w:val="00583E53"/>
    <w:rsid w:val="005846A2"/>
    <w:rsid w:val="00584C4B"/>
    <w:rsid w:val="00586E33"/>
    <w:rsid w:val="00587556"/>
    <w:rsid w:val="0059594D"/>
    <w:rsid w:val="0059598C"/>
    <w:rsid w:val="005A2D7C"/>
    <w:rsid w:val="005A34D6"/>
    <w:rsid w:val="005A5C7C"/>
    <w:rsid w:val="005A6C2F"/>
    <w:rsid w:val="005B315D"/>
    <w:rsid w:val="005B34C5"/>
    <w:rsid w:val="005B4951"/>
    <w:rsid w:val="005B68D8"/>
    <w:rsid w:val="005C22D7"/>
    <w:rsid w:val="005C514C"/>
    <w:rsid w:val="005C537D"/>
    <w:rsid w:val="005C53DD"/>
    <w:rsid w:val="005D1C41"/>
    <w:rsid w:val="005D3AD6"/>
    <w:rsid w:val="005D3D07"/>
    <w:rsid w:val="005D4F88"/>
    <w:rsid w:val="005D598A"/>
    <w:rsid w:val="005D5B67"/>
    <w:rsid w:val="005D75B2"/>
    <w:rsid w:val="005E2B60"/>
    <w:rsid w:val="005E30C3"/>
    <w:rsid w:val="005E3368"/>
    <w:rsid w:val="005E3436"/>
    <w:rsid w:val="005E358D"/>
    <w:rsid w:val="005E610E"/>
    <w:rsid w:val="005E6447"/>
    <w:rsid w:val="005F0148"/>
    <w:rsid w:val="005F0C57"/>
    <w:rsid w:val="005F1ABE"/>
    <w:rsid w:val="005F1C77"/>
    <w:rsid w:val="005F24A1"/>
    <w:rsid w:val="005F2C60"/>
    <w:rsid w:val="005F3695"/>
    <w:rsid w:val="005F6C53"/>
    <w:rsid w:val="0060004A"/>
    <w:rsid w:val="006017D2"/>
    <w:rsid w:val="006057D7"/>
    <w:rsid w:val="00607496"/>
    <w:rsid w:val="0061148F"/>
    <w:rsid w:val="006127D3"/>
    <w:rsid w:val="006129FE"/>
    <w:rsid w:val="00615232"/>
    <w:rsid w:val="00615664"/>
    <w:rsid w:val="006264D4"/>
    <w:rsid w:val="006265D4"/>
    <w:rsid w:val="00626E59"/>
    <w:rsid w:val="00630207"/>
    <w:rsid w:val="0063035B"/>
    <w:rsid w:val="0063200C"/>
    <w:rsid w:val="006329E3"/>
    <w:rsid w:val="006333D2"/>
    <w:rsid w:val="00634E46"/>
    <w:rsid w:val="006353A7"/>
    <w:rsid w:val="0063705C"/>
    <w:rsid w:val="006378E9"/>
    <w:rsid w:val="006427A2"/>
    <w:rsid w:val="00654CCE"/>
    <w:rsid w:val="006579D9"/>
    <w:rsid w:val="006600E8"/>
    <w:rsid w:val="006611B7"/>
    <w:rsid w:val="00662492"/>
    <w:rsid w:val="006659FD"/>
    <w:rsid w:val="0067245D"/>
    <w:rsid w:val="006728DF"/>
    <w:rsid w:val="006732F1"/>
    <w:rsid w:val="00674BAF"/>
    <w:rsid w:val="00677332"/>
    <w:rsid w:val="0068003F"/>
    <w:rsid w:val="00681FF6"/>
    <w:rsid w:val="00684BFE"/>
    <w:rsid w:val="00685FAA"/>
    <w:rsid w:val="006862A2"/>
    <w:rsid w:val="00686756"/>
    <w:rsid w:val="0068761E"/>
    <w:rsid w:val="006876FB"/>
    <w:rsid w:val="00690BA1"/>
    <w:rsid w:val="00692276"/>
    <w:rsid w:val="00692DD5"/>
    <w:rsid w:val="00693C5E"/>
    <w:rsid w:val="00694A52"/>
    <w:rsid w:val="00694CEF"/>
    <w:rsid w:val="00696078"/>
    <w:rsid w:val="00697763"/>
    <w:rsid w:val="006A5D39"/>
    <w:rsid w:val="006A629C"/>
    <w:rsid w:val="006A69FF"/>
    <w:rsid w:val="006A7DE9"/>
    <w:rsid w:val="006B011D"/>
    <w:rsid w:val="006B22AD"/>
    <w:rsid w:val="006B3093"/>
    <w:rsid w:val="006B369D"/>
    <w:rsid w:val="006B54E6"/>
    <w:rsid w:val="006B6B05"/>
    <w:rsid w:val="006B70AC"/>
    <w:rsid w:val="006C282C"/>
    <w:rsid w:val="006C2B7B"/>
    <w:rsid w:val="006C2E78"/>
    <w:rsid w:val="006C369A"/>
    <w:rsid w:val="006C7F41"/>
    <w:rsid w:val="006D2EDC"/>
    <w:rsid w:val="006D4748"/>
    <w:rsid w:val="006D4764"/>
    <w:rsid w:val="006D6CF6"/>
    <w:rsid w:val="006E013E"/>
    <w:rsid w:val="006E3467"/>
    <w:rsid w:val="006F0596"/>
    <w:rsid w:val="006F07A8"/>
    <w:rsid w:val="006F0F80"/>
    <w:rsid w:val="006F3747"/>
    <w:rsid w:val="006F3E82"/>
    <w:rsid w:val="006F5AEA"/>
    <w:rsid w:val="006F6E1E"/>
    <w:rsid w:val="006F73D0"/>
    <w:rsid w:val="00703837"/>
    <w:rsid w:val="00703FA6"/>
    <w:rsid w:val="00711C85"/>
    <w:rsid w:val="00711F5B"/>
    <w:rsid w:val="00723618"/>
    <w:rsid w:val="0072783E"/>
    <w:rsid w:val="00727AD0"/>
    <w:rsid w:val="00731EBE"/>
    <w:rsid w:val="00732718"/>
    <w:rsid w:val="007333F1"/>
    <w:rsid w:val="00735F1C"/>
    <w:rsid w:val="007362FB"/>
    <w:rsid w:val="00737E25"/>
    <w:rsid w:val="007404E1"/>
    <w:rsid w:val="00741407"/>
    <w:rsid w:val="0074595F"/>
    <w:rsid w:val="007472E0"/>
    <w:rsid w:val="00753784"/>
    <w:rsid w:val="00754837"/>
    <w:rsid w:val="00761711"/>
    <w:rsid w:val="007627A4"/>
    <w:rsid w:val="00763A86"/>
    <w:rsid w:val="0076663B"/>
    <w:rsid w:val="007701C8"/>
    <w:rsid w:val="0077020D"/>
    <w:rsid w:val="00772B87"/>
    <w:rsid w:val="00774F24"/>
    <w:rsid w:val="00776E7F"/>
    <w:rsid w:val="00777D1F"/>
    <w:rsid w:val="007814EF"/>
    <w:rsid w:val="00781DB3"/>
    <w:rsid w:val="00790AF7"/>
    <w:rsid w:val="00791941"/>
    <w:rsid w:val="0079301F"/>
    <w:rsid w:val="00793918"/>
    <w:rsid w:val="007A3D10"/>
    <w:rsid w:val="007A3F53"/>
    <w:rsid w:val="007A57B9"/>
    <w:rsid w:val="007A5F65"/>
    <w:rsid w:val="007A6860"/>
    <w:rsid w:val="007B00DC"/>
    <w:rsid w:val="007B2C64"/>
    <w:rsid w:val="007B5DAB"/>
    <w:rsid w:val="007B715A"/>
    <w:rsid w:val="007B7D3B"/>
    <w:rsid w:val="007C04CE"/>
    <w:rsid w:val="007C0566"/>
    <w:rsid w:val="007C0F42"/>
    <w:rsid w:val="007C1134"/>
    <w:rsid w:val="007C1545"/>
    <w:rsid w:val="007C2FBC"/>
    <w:rsid w:val="007C463A"/>
    <w:rsid w:val="007C5A1A"/>
    <w:rsid w:val="007C66E3"/>
    <w:rsid w:val="007C6CB2"/>
    <w:rsid w:val="007D0FDD"/>
    <w:rsid w:val="007D48E0"/>
    <w:rsid w:val="007E2CEB"/>
    <w:rsid w:val="007E3BC1"/>
    <w:rsid w:val="008014C6"/>
    <w:rsid w:val="0080452A"/>
    <w:rsid w:val="00807366"/>
    <w:rsid w:val="00813276"/>
    <w:rsid w:val="00814237"/>
    <w:rsid w:val="00814DB4"/>
    <w:rsid w:val="00815E41"/>
    <w:rsid w:val="0081799A"/>
    <w:rsid w:val="008208AE"/>
    <w:rsid w:val="00824192"/>
    <w:rsid w:val="00824987"/>
    <w:rsid w:val="00824F9C"/>
    <w:rsid w:val="008261B1"/>
    <w:rsid w:val="00826F5D"/>
    <w:rsid w:val="00830138"/>
    <w:rsid w:val="00832A71"/>
    <w:rsid w:val="00835F9A"/>
    <w:rsid w:val="0083788A"/>
    <w:rsid w:val="00842C6F"/>
    <w:rsid w:val="00842EA9"/>
    <w:rsid w:val="00843D8A"/>
    <w:rsid w:val="0084411B"/>
    <w:rsid w:val="00846357"/>
    <w:rsid w:val="008504B0"/>
    <w:rsid w:val="008523F1"/>
    <w:rsid w:val="00854AD9"/>
    <w:rsid w:val="0085562A"/>
    <w:rsid w:val="008610D6"/>
    <w:rsid w:val="00863428"/>
    <w:rsid w:val="00865708"/>
    <w:rsid w:val="00866551"/>
    <w:rsid w:val="00866F85"/>
    <w:rsid w:val="0087072F"/>
    <w:rsid w:val="00874F8A"/>
    <w:rsid w:val="008834B1"/>
    <w:rsid w:val="00883B49"/>
    <w:rsid w:val="0088517A"/>
    <w:rsid w:val="00891B3E"/>
    <w:rsid w:val="00897844"/>
    <w:rsid w:val="00897FBB"/>
    <w:rsid w:val="008A4F7D"/>
    <w:rsid w:val="008A57B2"/>
    <w:rsid w:val="008A6FD6"/>
    <w:rsid w:val="008B4A9D"/>
    <w:rsid w:val="008B7C05"/>
    <w:rsid w:val="008C0E24"/>
    <w:rsid w:val="008C25BF"/>
    <w:rsid w:val="008C3A98"/>
    <w:rsid w:val="008C3F1F"/>
    <w:rsid w:val="008C5435"/>
    <w:rsid w:val="008D171C"/>
    <w:rsid w:val="008D2073"/>
    <w:rsid w:val="008D2E01"/>
    <w:rsid w:val="008D2EC4"/>
    <w:rsid w:val="008E26B6"/>
    <w:rsid w:val="008E46FB"/>
    <w:rsid w:val="008E4EE1"/>
    <w:rsid w:val="008E65A4"/>
    <w:rsid w:val="008F11A7"/>
    <w:rsid w:val="008F42AF"/>
    <w:rsid w:val="008F5312"/>
    <w:rsid w:val="00901563"/>
    <w:rsid w:val="009019AB"/>
    <w:rsid w:val="00902969"/>
    <w:rsid w:val="009029BD"/>
    <w:rsid w:val="00902BA3"/>
    <w:rsid w:val="00902EA2"/>
    <w:rsid w:val="00904C8C"/>
    <w:rsid w:val="00905270"/>
    <w:rsid w:val="00915CFE"/>
    <w:rsid w:val="00920B77"/>
    <w:rsid w:val="00924DB6"/>
    <w:rsid w:val="00924DF4"/>
    <w:rsid w:val="00924E33"/>
    <w:rsid w:val="00925864"/>
    <w:rsid w:val="00925AE3"/>
    <w:rsid w:val="0093154E"/>
    <w:rsid w:val="00933661"/>
    <w:rsid w:val="00934329"/>
    <w:rsid w:val="00941666"/>
    <w:rsid w:val="00942028"/>
    <w:rsid w:val="00946560"/>
    <w:rsid w:val="009470B1"/>
    <w:rsid w:val="00952942"/>
    <w:rsid w:val="00954F00"/>
    <w:rsid w:val="00960F3E"/>
    <w:rsid w:val="009618C3"/>
    <w:rsid w:val="009635BD"/>
    <w:rsid w:val="00971183"/>
    <w:rsid w:val="0097235B"/>
    <w:rsid w:val="009746BF"/>
    <w:rsid w:val="00982D3D"/>
    <w:rsid w:val="00983ED2"/>
    <w:rsid w:val="00984221"/>
    <w:rsid w:val="009905BA"/>
    <w:rsid w:val="0099081D"/>
    <w:rsid w:val="0099104D"/>
    <w:rsid w:val="009934AF"/>
    <w:rsid w:val="00997374"/>
    <w:rsid w:val="009976FF"/>
    <w:rsid w:val="009A3BDF"/>
    <w:rsid w:val="009A596E"/>
    <w:rsid w:val="009A683A"/>
    <w:rsid w:val="009A7A96"/>
    <w:rsid w:val="009B1D3A"/>
    <w:rsid w:val="009B4BEA"/>
    <w:rsid w:val="009B7734"/>
    <w:rsid w:val="009B7C12"/>
    <w:rsid w:val="009C05E2"/>
    <w:rsid w:val="009C1068"/>
    <w:rsid w:val="009C2AE7"/>
    <w:rsid w:val="009C3DF1"/>
    <w:rsid w:val="009C5637"/>
    <w:rsid w:val="009C7E4C"/>
    <w:rsid w:val="009D012D"/>
    <w:rsid w:val="009D3C60"/>
    <w:rsid w:val="009D54D9"/>
    <w:rsid w:val="009E314E"/>
    <w:rsid w:val="009E6B4B"/>
    <w:rsid w:val="009E719C"/>
    <w:rsid w:val="009E7656"/>
    <w:rsid w:val="009F5414"/>
    <w:rsid w:val="009F6F91"/>
    <w:rsid w:val="009F7D29"/>
    <w:rsid w:val="00A0576F"/>
    <w:rsid w:val="00A07206"/>
    <w:rsid w:val="00A07EE1"/>
    <w:rsid w:val="00A1032C"/>
    <w:rsid w:val="00A10592"/>
    <w:rsid w:val="00A131C3"/>
    <w:rsid w:val="00A143C6"/>
    <w:rsid w:val="00A1596E"/>
    <w:rsid w:val="00A16191"/>
    <w:rsid w:val="00A20881"/>
    <w:rsid w:val="00A210B2"/>
    <w:rsid w:val="00A217B4"/>
    <w:rsid w:val="00A2367E"/>
    <w:rsid w:val="00A32D6B"/>
    <w:rsid w:val="00A32EE5"/>
    <w:rsid w:val="00A36B95"/>
    <w:rsid w:val="00A36FBF"/>
    <w:rsid w:val="00A405D5"/>
    <w:rsid w:val="00A42D8F"/>
    <w:rsid w:val="00A44FB5"/>
    <w:rsid w:val="00A47C43"/>
    <w:rsid w:val="00A53CDC"/>
    <w:rsid w:val="00A55AB1"/>
    <w:rsid w:val="00A56689"/>
    <w:rsid w:val="00A56839"/>
    <w:rsid w:val="00A568AF"/>
    <w:rsid w:val="00A57C81"/>
    <w:rsid w:val="00A60EA5"/>
    <w:rsid w:val="00A6162E"/>
    <w:rsid w:val="00A62A61"/>
    <w:rsid w:val="00A67197"/>
    <w:rsid w:val="00A7103A"/>
    <w:rsid w:val="00A71204"/>
    <w:rsid w:val="00A71C29"/>
    <w:rsid w:val="00A736C8"/>
    <w:rsid w:val="00A80AAF"/>
    <w:rsid w:val="00A82583"/>
    <w:rsid w:val="00A83F13"/>
    <w:rsid w:val="00A844A4"/>
    <w:rsid w:val="00A84830"/>
    <w:rsid w:val="00A862FC"/>
    <w:rsid w:val="00A92C0E"/>
    <w:rsid w:val="00A94295"/>
    <w:rsid w:val="00A94F51"/>
    <w:rsid w:val="00A95D7D"/>
    <w:rsid w:val="00A96C74"/>
    <w:rsid w:val="00A972A6"/>
    <w:rsid w:val="00AA0CDD"/>
    <w:rsid w:val="00AA3BB3"/>
    <w:rsid w:val="00AA4675"/>
    <w:rsid w:val="00AA4E66"/>
    <w:rsid w:val="00AA6EBD"/>
    <w:rsid w:val="00AB040C"/>
    <w:rsid w:val="00AC0D8B"/>
    <w:rsid w:val="00AC1EE2"/>
    <w:rsid w:val="00AC2101"/>
    <w:rsid w:val="00AC552F"/>
    <w:rsid w:val="00AC72F6"/>
    <w:rsid w:val="00AC7567"/>
    <w:rsid w:val="00AD7884"/>
    <w:rsid w:val="00AE0FAD"/>
    <w:rsid w:val="00AE1A2E"/>
    <w:rsid w:val="00AF0427"/>
    <w:rsid w:val="00AF1670"/>
    <w:rsid w:val="00AF2568"/>
    <w:rsid w:val="00AF2F96"/>
    <w:rsid w:val="00AF4BCC"/>
    <w:rsid w:val="00B058C3"/>
    <w:rsid w:val="00B07E3F"/>
    <w:rsid w:val="00B1198B"/>
    <w:rsid w:val="00B11C2E"/>
    <w:rsid w:val="00B135AF"/>
    <w:rsid w:val="00B15B03"/>
    <w:rsid w:val="00B1609C"/>
    <w:rsid w:val="00B17624"/>
    <w:rsid w:val="00B17B25"/>
    <w:rsid w:val="00B215CB"/>
    <w:rsid w:val="00B2259F"/>
    <w:rsid w:val="00B230E6"/>
    <w:rsid w:val="00B24EF6"/>
    <w:rsid w:val="00B25D3D"/>
    <w:rsid w:val="00B26E57"/>
    <w:rsid w:val="00B338B6"/>
    <w:rsid w:val="00B33CA5"/>
    <w:rsid w:val="00B36390"/>
    <w:rsid w:val="00B36B9F"/>
    <w:rsid w:val="00B4066F"/>
    <w:rsid w:val="00B416DE"/>
    <w:rsid w:val="00B42E2B"/>
    <w:rsid w:val="00B44165"/>
    <w:rsid w:val="00B50F86"/>
    <w:rsid w:val="00B53772"/>
    <w:rsid w:val="00B542CA"/>
    <w:rsid w:val="00B566A3"/>
    <w:rsid w:val="00B5749E"/>
    <w:rsid w:val="00B60269"/>
    <w:rsid w:val="00B607E1"/>
    <w:rsid w:val="00B623F6"/>
    <w:rsid w:val="00B62F51"/>
    <w:rsid w:val="00B637A2"/>
    <w:rsid w:val="00B63BEB"/>
    <w:rsid w:val="00B6563A"/>
    <w:rsid w:val="00B66D06"/>
    <w:rsid w:val="00B67055"/>
    <w:rsid w:val="00B706AC"/>
    <w:rsid w:val="00B74C10"/>
    <w:rsid w:val="00B81460"/>
    <w:rsid w:val="00B81CAE"/>
    <w:rsid w:val="00B81F91"/>
    <w:rsid w:val="00B8399E"/>
    <w:rsid w:val="00B8610D"/>
    <w:rsid w:val="00B874CF"/>
    <w:rsid w:val="00B900DF"/>
    <w:rsid w:val="00B9053D"/>
    <w:rsid w:val="00B9241B"/>
    <w:rsid w:val="00B932CC"/>
    <w:rsid w:val="00B94572"/>
    <w:rsid w:val="00B97141"/>
    <w:rsid w:val="00BA04F3"/>
    <w:rsid w:val="00BA12AA"/>
    <w:rsid w:val="00BA3347"/>
    <w:rsid w:val="00BA35F8"/>
    <w:rsid w:val="00BA4ECC"/>
    <w:rsid w:val="00BA65F2"/>
    <w:rsid w:val="00BA6AA2"/>
    <w:rsid w:val="00BB0DCF"/>
    <w:rsid w:val="00BB4610"/>
    <w:rsid w:val="00BB5DBC"/>
    <w:rsid w:val="00BB7B2E"/>
    <w:rsid w:val="00BC00E6"/>
    <w:rsid w:val="00BC0AD0"/>
    <w:rsid w:val="00BC2CFF"/>
    <w:rsid w:val="00BC6784"/>
    <w:rsid w:val="00BC6ADF"/>
    <w:rsid w:val="00BC6E4E"/>
    <w:rsid w:val="00BC7455"/>
    <w:rsid w:val="00BC7527"/>
    <w:rsid w:val="00BC789D"/>
    <w:rsid w:val="00BC7F4C"/>
    <w:rsid w:val="00BD1012"/>
    <w:rsid w:val="00BD4688"/>
    <w:rsid w:val="00BE0DD6"/>
    <w:rsid w:val="00BE1374"/>
    <w:rsid w:val="00BE23F9"/>
    <w:rsid w:val="00BE2C17"/>
    <w:rsid w:val="00BE2DEB"/>
    <w:rsid w:val="00BE5682"/>
    <w:rsid w:val="00BF0888"/>
    <w:rsid w:val="00BF0D4E"/>
    <w:rsid w:val="00BF177D"/>
    <w:rsid w:val="00BF5108"/>
    <w:rsid w:val="00BF5684"/>
    <w:rsid w:val="00BF6F51"/>
    <w:rsid w:val="00C01964"/>
    <w:rsid w:val="00C01E4B"/>
    <w:rsid w:val="00C02B6B"/>
    <w:rsid w:val="00C117E9"/>
    <w:rsid w:val="00C11948"/>
    <w:rsid w:val="00C13778"/>
    <w:rsid w:val="00C17A52"/>
    <w:rsid w:val="00C21FF5"/>
    <w:rsid w:val="00C23F11"/>
    <w:rsid w:val="00C31472"/>
    <w:rsid w:val="00C3356D"/>
    <w:rsid w:val="00C341F2"/>
    <w:rsid w:val="00C35BD2"/>
    <w:rsid w:val="00C50320"/>
    <w:rsid w:val="00C50D36"/>
    <w:rsid w:val="00C512CF"/>
    <w:rsid w:val="00C51BF0"/>
    <w:rsid w:val="00C51E30"/>
    <w:rsid w:val="00C535D3"/>
    <w:rsid w:val="00C6125C"/>
    <w:rsid w:val="00C64251"/>
    <w:rsid w:val="00C65A8A"/>
    <w:rsid w:val="00C65FFB"/>
    <w:rsid w:val="00C6700D"/>
    <w:rsid w:val="00C7127E"/>
    <w:rsid w:val="00C71333"/>
    <w:rsid w:val="00C72A85"/>
    <w:rsid w:val="00C72D30"/>
    <w:rsid w:val="00C7414B"/>
    <w:rsid w:val="00C75E79"/>
    <w:rsid w:val="00C774F9"/>
    <w:rsid w:val="00C80C0C"/>
    <w:rsid w:val="00C82B8C"/>
    <w:rsid w:val="00C82CB7"/>
    <w:rsid w:val="00C83E36"/>
    <w:rsid w:val="00C868AF"/>
    <w:rsid w:val="00C90757"/>
    <w:rsid w:val="00C9146B"/>
    <w:rsid w:val="00C9178E"/>
    <w:rsid w:val="00C943AB"/>
    <w:rsid w:val="00C96F97"/>
    <w:rsid w:val="00CA1EB0"/>
    <w:rsid w:val="00CA345B"/>
    <w:rsid w:val="00CB023E"/>
    <w:rsid w:val="00CB1763"/>
    <w:rsid w:val="00CB20BD"/>
    <w:rsid w:val="00CB2B6C"/>
    <w:rsid w:val="00CB5FE9"/>
    <w:rsid w:val="00CC04BA"/>
    <w:rsid w:val="00CC2334"/>
    <w:rsid w:val="00CC29FB"/>
    <w:rsid w:val="00CC480E"/>
    <w:rsid w:val="00CC7354"/>
    <w:rsid w:val="00CD05C9"/>
    <w:rsid w:val="00CD3310"/>
    <w:rsid w:val="00CD5111"/>
    <w:rsid w:val="00CE122E"/>
    <w:rsid w:val="00CE56B5"/>
    <w:rsid w:val="00CE6F11"/>
    <w:rsid w:val="00CE709C"/>
    <w:rsid w:val="00CE71E9"/>
    <w:rsid w:val="00CF19B1"/>
    <w:rsid w:val="00CF560D"/>
    <w:rsid w:val="00CF6A3F"/>
    <w:rsid w:val="00CF71CF"/>
    <w:rsid w:val="00D024F9"/>
    <w:rsid w:val="00D07596"/>
    <w:rsid w:val="00D145CC"/>
    <w:rsid w:val="00D16B10"/>
    <w:rsid w:val="00D225E6"/>
    <w:rsid w:val="00D229D1"/>
    <w:rsid w:val="00D22AD8"/>
    <w:rsid w:val="00D24382"/>
    <w:rsid w:val="00D32118"/>
    <w:rsid w:val="00D3270B"/>
    <w:rsid w:val="00D32DCF"/>
    <w:rsid w:val="00D36EF5"/>
    <w:rsid w:val="00D378BB"/>
    <w:rsid w:val="00D40CDC"/>
    <w:rsid w:val="00D40EA8"/>
    <w:rsid w:val="00D42D7C"/>
    <w:rsid w:val="00D43D41"/>
    <w:rsid w:val="00D45E6B"/>
    <w:rsid w:val="00D52D62"/>
    <w:rsid w:val="00D548BE"/>
    <w:rsid w:val="00D5496A"/>
    <w:rsid w:val="00D55F56"/>
    <w:rsid w:val="00D56AD7"/>
    <w:rsid w:val="00D56F8A"/>
    <w:rsid w:val="00D57ABC"/>
    <w:rsid w:val="00D619E1"/>
    <w:rsid w:val="00D6319E"/>
    <w:rsid w:val="00D66438"/>
    <w:rsid w:val="00D67597"/>
    <w:rsid w:val="00D70F5F"/>
    <w:rsid w:val="00D77AC3"/>
    <w:rsid w:val="00D80AF2"/>
    <w:rsid w:val="00D81B99"/>
    <w:rsid w:val="00D822E0"/>
    <w:rsid w:val="00D82556"/>
    <w:rsid w:val="00D844C9"/>
    <w:rsid w:val="00D86323"/>
    <w:rsid w:val="00D87583"/>
    <w:rsid w:val="00D903E4"/>
    <w:rsid w:val="00D90BD5"/>
    <w:rsid w:val="00D910CD"/>
    <w:rsid w:val="00D945D5"/>
    <w:rsid w:val="00DA0F8E"/>
    <w:rsid w:val="00DA199F"/>
    <w:rsid w:val="00DA2A99"/>
    <w:rsid w:val="00DA2CA6"/>
    <w:rsid w:val="00DA3857"/>
    <w:rsid w:val="00DA56F3"/>
    <w:rsid w:val="00DA5FAA"/>
    <w:rsid w:val="00DB0D1D"/>
    <w:rsid w:val="00DB2C12"/>
    <w:rsid w:val="00DB2C89"/>
    <w:rsid w:val="00DB2E45"/>
    <w:rsid w:val="00DB4E6B"/>
    <w:rsid w:val="00DB6312"/>
    <w:rsid w:val="00DB705B"/>
    <w:rsid w:val="00DB76AC"/>
    <w:rsid w:val="00DB7925"/>
    <w:rsid w:val="00DC22AD"/>
    <w:rsid w:val="00DC6717"/>
    <w:rsid w:val="00DC76C6"/>
    <w:rsid w:val="00DD516B"/>
    <w:rsid w:val="00DD5EEC"/>
    <w:rsid w:val="00DE52C2"/>
    <w:rsid w:val="00DE6938"/>
    <w:rsid w:val="00DE6A4B"/>
    <w:rsid w:val="00DF2982"/>
    <w:rsid w:val="00DF63B7"/>
    <w:rsid w:val="00DF6C06"/>
    <w:rsid w:val="00DF774E"/>
    <w:rsid w:val="00E0057E"/>
    <w:rsid w:val="00E062B5"/>
    <w:rsid w:val="00E1254F"/>
    <w:rsid w:val="00E14FED"/>
    <w:rsid w:val="00E165A4"/>
    <w:rsid w:val="00E17FA1"/>
    <w:rsid w:val="00E21CAE"/>
    <w:rsid w:val="00E241D9"/>
    <w:rsid w:val="00E25BAC"/>
    <w:rsid w:val="00E25E58"/>
    <w:rsid w:val="00E26F9E"/>
    <w:rsid w:val="00E27E34"/>
    <w:rsid w:val="00E32E2F"/>
    <w:rsid w:val="00E32F6F"/>
    <w:rsid w:val="00E35B7C"/>
    <w:rsid w:val="00E35CFE"/>
    <w:rsid w:val="00E3720B"/>
    <w:rsid w:val="00E414A7"/>
    <w:rsid w:val="00E441E1"/>
    <w:rsid w:val="00E44419"/>
    <w:rsid w:val="00E47157"/>
    <w:rsid w:val="00E508B9"/>
    <w:rsid w:val="00E602B2"/>
    <w:rsid w:val="00E616D6"/>
    <w:rsid w:val="00E629DB"/>
    <w:rsid w:val="00E65C6B"/>
    <w:rsid w:val="00E67FD8"/>
    <w:rsid w:val="00E70298"/>
    <w:rsid w:val="00E71E84"/>
    <w:rsid w:val="00E80544"/>
    <w:rsid w:val="00E879FA"/>
    <w:rsid w:val="00E907A6"/>
    <w:rsid w:val="00E908A1"/>
    <w:rsid w:val="00E90A0A"/>
    <w:rsid w:val="00E91CDE"/>
    <w:rsid w:val="00E92C24"/>
    <w:rsid w:val="00E93DDE"/>
    <w:rsid w:val="00E93EAD"/>
    <w:rsid w:val="00E94DF3"/>
    <w:rsid w:val="00E965D6"/>
    <w:rsid w:val="00EA2F7B"/>
    <w:rsid w:val="00EA4FC4"/>
    <w:rsid w:val="00EA7EA6"/>
    <w:rsid w:val="00EB12D1"/>
    <w:rsid w:val="00EB3425"/>
    <w:rsid w:val="00EB4768"/>
    <w:rsid w:val="00EB7650"/>
    <w:rsid w:val="00EC0564"/>
    <w:rsid w:val="00EC133D"/>
    <w:rsid w:val="00EC352D"/>
    <w:rsid w:val="00EC3564"/>
    <w:rsid w:val="00EC5092"/>
    <w:rsid w:val="00EC50D3"/>
    <w:rsid w:val="00EC6265"/>
    <w:rsid w:val="00ED26AA"/>
    <w:rsid w:val="00ED2958"/>
    <w:rsid w:val="00ED2B65"/>
    <w:rsid w:val="00ED337C"/>
    <w:rsid w:val="00ED6217"/>
    <w:rsid w:val="00ED6F99"/>
    <w:rsid w:val="00ED73DB"/>
    <w:rsid w:val="00EE04B1"/>
    <w:rsid w:val="00EE0809"/>
    <w:rsid w:val="00EE0E9E"/>
    <w:rsid w:val="00EE29E8"/>
    <w:rsid w:val="00EE3CC9"/>
    <w:rsid w:val="00EE421E"/>
    <w:rsid w:val="00EE7090"/>
    <w:rsid w:val="00EE7AD7"/>
    <w:rsid w:val="00EF1281"/>
    <w:rsid w:val="00EF3338"/>
    <w:rsid w:val="00F026D2"/>
    <w:rsid w:val="00F02C57"/>
    <w:rsid w:val="00F03BA3"/>
    <w:rsid w:val="00F03CD5"/>
    <w:rsid w:val="00F07E89"/>
    <w:rsid w:val="00F1155B"/>
    <w:rsid w:val="00F11DA8"/>
    <w:rsid w:val="00F11EA2"/>
    <w:rsid w:val="00F12BDC"/>
    <w:rsid w:val="00F15B88"/>
    <w:rsid w:val="00F218CA"/>
    <w:rsid w:val="00F21F7C"/>
    <w:rsid w:val="00F23AE2"/>
    <w:rsid w:val="00F24394"/>
    <w:rsid w:val="00F24410"/>
    <w:rsid w:val="00F2560F"/>
    <w:rsid w:val="00F257B0"/>
    <w:rsid w:val="00F26D9B"/>
    <w:rsid w:val="00F27CC7"/>
    <w:rsid w:val="00F31FB9"/>
    <w:rsid w:val="00F34C27"/>
    <w:rsid w:val="00F519BF"/>
    <w:rsid w:val="00F54A19"/>
    <w:rsid w:val="00F55BAB"/>
    <w:rsid w:val="00F56178"/>
    <w:rsid w:val="00F57E94"/>
    <w:rsid w:val="00F61441"/>
    <w:rsid w:val="00F61CFA"/>
    <w:rsid w:val="00F6244E"/>
    <w:rsid w:val="00F62549"/>
    <w:rsid w:val="00F6255A"/>
    <w:rsid w:val="00F62B31"/>
    <w:rsid w:val="00F63745"/>
    <w:rsid w:val="00F64391"/>
    <w:rsid w:val="00F659D2"/>
    <w:rsid w:val="00F664D5"/>
    <w:rsid w:val="00F66796"/>
    <w:rsid w:val="00F66E17"/>
    <w:rsid w:val="00F7233E"/>
    <w:rsid w:val="00F74820"/>
    <w:rsid w:val="00F761EE"/>
    <w:rsid w:val="00F76E4E"/>
    <w:rsid w:val="00F81FE2"/>
    <w:rsid w:val="00F825D7"/>
    <w:rsid w:val="00F829B8"/>
    <w:rsid w:val="00F84FC0"/>
    <w:rsid w:val="00F86366"/>
    <w:rsid w:val="00F86BC3"/>
    <w:rsid w:val="00F8705A"/>
    <w:rsid w:val="00F91911"/>
    <w:rsid w:val="00FA7D8B"/>
    <w:rsid w:val="00FB0621"/>
    <w:rsid w:val="00FB1928"/>
    <w:rsid w:val="00FB3331"/>
    <w:rsid w:val="00FC006E"/>
    <w:rsid w:val="00FC0683"/>
    <w:rsid w:val="00FC5DB6"/>
    <w:rsid w:val="00FC79FE"/>
    <w:rsid w:val="00FD02B2"/>
    <w:rsid w:val="00FD1FEB"/>
    <w:rsid w:val="00FD6052"/>
    <w:rsid w:val="00FD6A0C"/>
    <w:rsid w:val="00FE0537"/>
    <w:rsid w:val="00FE1569"/>
    <w:rsid w:val="00FE32E5"/>
    <w:rsid w:val="00FE3D28"/>
    <w:rsid w:val="00FE43F6"/>
    <w:rsid w:val="00FE70D2"/>
    <w:rsid w:val="00FE7AC0"/>
    <w:rsid w:val="00FF4400"/>
    <w:rsid w:val="00FF6F1F"/>
    <w:rsid w:val="00FF7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E4B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24394"/>
    <w:pPr>
      <w:keepNext/>
      <w:keepLines/>
      <w:spacing w:before="480" w:after="0" w:line="240" w:lineRule="auto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24394"/>
    <w:pPr>
      <w:keepNext/>
      <w:keepLines/>
      <w:spacing w:before="200" w:after="0" w:line="240" w:lineRule="auto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13778"/>
    <w:pPr>
      <w:keepNext/>
      <w:keepLines/>
      <w:spacing w:before="200" w:after="0"/>
      <w:outlineLvl w:val="2"/>
    </w:pPr>
    <w:rPr>
      <w:rFonts w:ascii="Cambria" w:hAnsi="Cambria" w:cs="Cambria"/>
      <w:b/>
      <w:bCs/>
      <w:color w:val="4F81BD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24394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F24394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13778"/>
    <w:rPr>
      <w:rFonts w:ascii="Cambria" w:hAnsi="Cambria" w:cs="Cambria"/>
      <w:b/>
      <w:bCs/>
      <w:color w:val="4F81BD"/>
    </w:rPr>
  </w:style>
  <w:style w:type="paragraph" w:styleId="BodyTextIndent">
    <w:name w:val="Body Text Indent"/>
    <w:basedOn w:val="Normal"/>
    <w:link w:val="BodyTextIndentChar"/>
    <w:uiPriority w:val="99"/>
    <w:rsid w:val="00F24394"/>
    <w:pPr>
      <w:spacing w:after="0" w:line="240" w:lineRule="auto"/>
      <w:ind w:left="708" w:firstLine="702"/>
    </w:pPr>
    <w:rPr>
      <w:rFonts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24394"/>
    <w:rPr>
      <w:rFonts w:ascii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rsid w:val="00F24394"/>
    <w:pPr>
      <w:spacing w:after="120" w:line="240" w:lineRule="auto"/>
    </w:pPr>
    <w:rPr>
      <w:rFonts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24394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584C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84C4B"/>
  </w:style>
  <w:style w:type="paragraph" w:styleId="Footer">
    <w:name w:val="footer"/>
    <w:basedOn w:val="Normal"/>
    <w:link w:val="FooterChar"/>
    <w:uiPriority w:val="99"/>
    <w:rsid w:val="00584C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84C4B"/>
  </w:style>
  <w:style w:type="paragraph" w:styleId="ListParagraph">
    <w:name w:val="List Paragraph"/>
    <w:basedOn w:val="Normal"/>
    <w:uiPriority w:val="99"/>
    <w:qFormat/>
    <w:rsid w:val="004D25D7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615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15232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7B00DC"/>
    <w:rPr>
      <w:rFonts w:cs="Calibri"/>
    </w:rPr>
  </w:style>
  <w:style w:type="paragraph" w:customStyle="1" w:styleId="ConsPlusNormal">
    <w:name w:val="ConsPlusNormal"/>
    <w:uiPriority w:val="99"/>
    <w:rsid w:val="00D81B9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uiPriority w:val="99"/>
    <w:locked/>
    <w:rsid w:val="002D7F4C"/>
    <w:rPr>
      <w:rFonts w:cs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582855"/>
    <w:pPr>
      <w:widowControl w:val="0"/>
      <w:autoSpaceDE w:val="0"/>
      <w:autoSpaceDN w:val="0"/>
      <w:adjustRightInd w:val="0"/>
    </w:pPr>
    <w:rPr>
      <w:rFonts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898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8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62</TotalTime>
  <Pages>7</Pages>
  <Words>2298</Words>
  <Characters>13102</Characters>
  <Application>Microsoft Office Outlook</Application>
  <DocSecurity>0</DocSecurity>
  <Lines>0</Lines>
  <Paragraphs>0</Paragraphs>
  <ScaleCrop>false</ScaleCrop>
  <Company>AdmHMAO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ХАНТЫ-МАНСИЙСКИЙ АВТОНОМНЫЙ ОКРУГ – ЮГРА</dc:title>
  <dc:subject/>
  <dc:creator>SamohvalovaLV</dc:creator>
  <cp:keywords/>
  <dc:description/>
  <cp:lastModifiedBy>KonovalovaAV</cp:lastModifiedBy>
  <cp:revision>2</cp:revision>
  <cp:lastPrinted>2013-07-25T13:08:00Z</cp:lastPrinted>
  <dcterms:created xsi:type="dcterms:W3CDTF">2013-07-30T08:04:00Z</dcterms:created>
  <dcterms:modified xsi:type="dcterms:W3CDTF">2013-07-30T08:04:00Z</dcterms:modified>
</cp:coreProperties>
</file>